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6B" w:rsidRDefault="008E476B">
      <w:pPr>
        <w:rPr>
          <w:rFonts w:ascii="Times New Roman" w:hAnsi="Times New Roman" w:cs="Times New Roman"/>
          <w:b/>
          <w:bCs/>
          <w:sz w:val="28"/>
          <w:szCs w:val="28"/>
          <w:u w:val="single"/>
          <w:lang w:val="en-GB"/>
        </w:rPr>
      </w:pPr>
      <w:r>
        <w:rPr>
          <w:b/>
          <w:bCs/>
          <w:sz w:val="28"/>
          <w:szCs w:val="28"/>
          <w:u w:val="single"/>
          <w:lang w:val="en-GB"/>
        </w:rPr>
        <w:t xml:space="preserve">I Wanna Be Free – </w:t>
      </w:r>
      <w:bookmarkStart w:id="0" w:name="_GoBack"/>
      <w:bookmarkEnd w:id="0"/>
      <w:r>
        <w:rPr>
          <w:b/>
          <w:bCs/>
          <w:sz w:val="28"/>
          <w:szCs w:val="28"/>
          <w:u w:val="single"/>
          <w:lang w:val="en-GB"/>
        </w:rPr>
        <w:t>Tehzeeb</w:t>
      </w:r>
    </w:p>
    <w:p w:rsidR="008E476B" w:rsidRDefault="008E476B">
      <w:pPr>
        <w:spacing w:before="100" w:beforeAutospacing="1" w:after="100" w:afterAutospacing="1" w:line="240" w:lineRule="auto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000000"/>
          <w:sz w:val="20"/>
          <w:szCs w:val="20"/>
          <w:lang w:val="en-GB"/>
        </w:rPr>
        <w:t>Music:  A. R. Rahman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Lyrics:  Blaaze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  <w:t>Singer:</w:t>
      </w:r>
      <w:r>
        <w:rPr>
          <w:rFonts w:ascii="Verdana" w:hAnsi="Verdana" w:cs="Verdana"/>
          <w:b/>
          <w:bCs/>
          <w:color w:val="222222"/>
          <w:sz w:val="20"/>
          <w:szCs w:val="20"/>
          <w:lang w:val="en-GB"/>
        </w:rPr>
        <w:t xml:space="preserve"> Annupamaa, Mathangi</w:t>
      </w:r>
      <w:r>
        <w:rPr>
          <w:rFonts w:ascii="Verdana" w:hAnsi="Verdana" w:cs="Verdana"/>
          <w:color w:val="000000"/>
          <w:sz w:val="20"/>
          <w:szCs w:val="20"/>
          <w:lang w:val="en-GB"/>
        </w:rPr>
        <w:br/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wanna be free, i wanna be free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essere libera…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Break the chain, i love to be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 xml:space="preserve">...rompere le catene. 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Amo essere...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Free like a bird, free like a plane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…libera come un uccello, libera come un aeroplano.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wanna be free from all the pain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essere libera da ogni dolore.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If you want freedom, break break, break the chain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vuoi la libertà, rompi le catene.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 xml:space="preserve">Tod de janjir 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Rompi le catene!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wanna be free, i wanna be free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essere libera…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Break the chain, i love to be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 xml:space="preserve">...rompere le catene. 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Amo essere...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Free like a bird, free like a plane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…libera come un uccello, libera come un aeroplano.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I wanna be free from all the pain 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essere libera da ogni dolore.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Tod de.... janjir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Rompi le catene!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Break, break, break the chain 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Rompi le catene!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 xml:space="preserve">If you want freedom, break break, break the chain 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Se vuoi la libertà, rompi le catene.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 xml:space="preserve">Tod de janjir 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fr-FR"/>
        </w:rPr>
        <w:t>Rompi le catene!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wanna be free, i wanna be free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essere libera…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Break the chain, i love to be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 xml:space="preserve">...rompere le catene. </w:t>
      </w: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Amo essere...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Free like a bird, free like a plane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…libera come un uccello, libera come un aeroplano.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I wanna be free from all the pain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Voglio essere libera da ogni dolore.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color w:val="FF0000"/>
          <w:sz w:val="20"/>
          <w:szCs w:val="20"/>
          <w:lang w:val="en-GB"/>
        </w:rPr>
        <w:t>Freedom, freedom........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en-GB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en-GB"/>
        </w:rPr>
        <w:t>Libertà.</w:t>
      </w:r>
    </w:p>
    <w:p w:rsidR="008E476B" w:rsidRDefault="008E47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Times New Roman" w:hAnsi="Times New Roman" w:cs="Times New Roman"/>
          <w:lang w:val="en-GB"/>
        </w:rPr>
      </w:pPr>
    </w:p>
    <w:p w:rsidR="008E476B" w:rsidRDefault="008E476B">
      <w:pPr>
        <w:rPr>
          <w:b/>
          <w:bCs/>
        </w:rPr>
      </w:pPr>
      <w:r>
        <w:rPr>
          <w:b/>
          <w:bCs/>
        </w:rPr>
        <w:t>Translation: Silvia Tronci</w:t>
      </w:r>
    </w:p>
    <w:p w:rsidR="008E476B" w:rsidRDefault="008E476B">
      <w:pPr>
        <w:rPr>
          <w:b/>
          <w:bCs/>
        </w:rPr>
      </w:pPr>
      <w:r>
        <w:rPr>
          <w:b/>
          <w:bCs/>
        </w:rPr>
        <w:t>(www.BollyNook.com)</w:t>
      </w:r>
    </w:p>
    <w:sectPr w:rsidR="008E476B" w:rsidSect="008E476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476B"/>
    <w:rsid w:val="008E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it-IT" w:eastAsia="it-I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60</TotalTime>
  <Pages>2</Pages>
  <Words>192</Words>
  <Characters>1100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35</cp:revision>
  <dcterms:created xsi:type="dcterms:W3CDTF">2013-03-09T23:11:00Z</dcterms:created>
  <dcterms:modified xsi:type="dcterms:W3CDTF">2020-03-22T19:40:00Z</dcterms:modified>
</cp:coreProperties>
</file>