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F40" w:rsidRDefault="003C6F40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de-DE"/>
        </w:rPr>
      </w:pPr>
      <w:r>
        <w:rPr>
          <w:b/>
          <w:bCs/>
          <w:sz w:val="28"/>
          <w:szCs w:val="28"/>
          <w:u w:val="single"/>
          <w:lang w:val="de-DE"/>
        </w:rPr>
        <w:t xml:space="preserve">Allah hoo – </w:t>
      </w:r>
      <w:bookmarkStart w:id="0" w:name="_GoBack"/>
      <w:bookmarkEnd w:id="0"/>
      <w:r>
        <w:rPr>
          <w:b/>
          <w:bCs/>
          <w:sz w:val="28"/>
          <w:szCs w:val="28"/>
          <w:u w:val="single"/>
          <w:lang w:val="de-DE"/>
        </w:rPr>
        <w:t>Dharam Sankat Mein</w:t>
      </w:r>
    </w:p>
    <w:p w:rsidR="003C6F40" w:rsidRDefault="003C6F40">
      <w:pPr>
        <w:spacing w:before="100" w:beforeAutospacing="1" w:after="100" w:afterAutospacing="1" w:line="240" w:lineRule="auto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000000"/>
          <w:sz w:val="20"/>
          <w:szCs w:val="20"/>
          <w:lang w:val="de-DE"/>
        </w:rPr>
        <w:t>Music:  Sachin Gupta</w:t>
      </w:r>
      <w:r>
        <w:rPr>
          <w:rFonts w:ascii="Verdana" w:hAnsi="Verdana" w:cs="Verdana"/>
          <w:color w:val="000000"/>
          <w:sz w:val="20"/>
          <w:szCs w:val="20"/>
          <w:lang w:val="de-DE"/>
        </w:rPr>
        <w:br/>
        <w:t>Lyrics:  Kumaar</w:t>
      </w:r>
      <w:r>
        <w:rPr>
          <w:rFonts w:ascii="Verdana" w:hAnsi="Verdana" w:cs="Verdana"/>
          <w:color w:val="000000"/>
          <w:sz w:val="20"/>
          <w:szCs w:val="20"/>
          <w:lang w:val="de-DE"/>
        </w:rPr>
        <w:br/>
        <w:t>Singer:</w:t>
      </w:r>
      <w:r>
        <w:rPr>
          <w:rFonts w:ascii="Verdana" w:hAnsi="Verdana" w:cs="Verdana"/>
          <w:b/>
          <w:bCs/>
          <w:color w:val="222222"/>
          <w:sz w:val="20"/>
          <w:szCs w:val="20"/>
          <w:lang w:val="de-DE"/>
        </w:rPr>
        <w:t xml:space="preserve"> Sachin Gupta ft. Ravi Chowdhary.</w:t>
      </w:r>
      <w:r>
        <w:rPr>
          <w:rFonts w:ascii="Verdana" w:hAnsi="Verdana" w:cs="Verdana"/>
          <w:color w:val="000000"/>
          <w:sz w:val="20"/>
          <w:szCs w:val="20"/>
          <w:lang w:val="de-DE"/>
        </w:rPr>
        <w:br/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Allah hoo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Oh Allah.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Main kis mitti ka chayaa ve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Chi mi ha creato?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Puchhe ye mera chaaya ve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mia ombra me lo chiede.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Ho main kis kitti ka chayaa ve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Chi mi ha creato?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Main hoo ki yaa nahin hoon in sawaalo mein uljha pada hoo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perso, che io esista o meno.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Roo meri ro rahai hai tu aa jaa rubaroo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mia anima è in agonia, lascia che io Ti veda.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Mere dardo ko dawaa de Allah hoo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Porta via questo dolore, oh Allah.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Allah hoo Allah hoo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fr-FR"/>
        </w:rPr>
        <w:t>Oh Allah.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Koan hoon main yeh bata de tu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Dimmi, chi sono io?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 xml:space="preserve">Ishwar Allah tu hi tu 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Tu sei Allah, l'onnipotente.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Allah hoo Allah hoo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Allah.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Koan hoon main yeh bata de tu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Dimmi, chi sono io?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 xml:space="preserve">Ishwar Allah tu hi tu 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Tu sei Allah, l'onnipotente.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Allah hoo Allah hoo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 Allah.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Koan disha kis desh ka main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Da dove sono venuto?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Kis rang ka kis bhesh ka main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Chi sono io veramente?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Har ek lamhaa soch raha hoon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Penso ad ogni momento.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Khud ko bikhra dekh raha hoo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Mi vedo lacerato.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Shore itna ho raha hain koi khamosh meri duaan hai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rumore azzittisce la mia preghiera.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Roo meri ro rahai hai tu aa jaa rubaroo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mia anima è in agonia, lascia che io Ti veda.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Mere dardo ko dawaa de Allah hoo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Porta via questo dolore, oh Allah.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Allah hoo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Oh Allah.</w:t>
      </w: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</w:p>
    <w:p w:rsidR="003C6F40" w:rsidRDefault="003C6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Times New Roman" w:hAnsi="Times New Roman" w:cs="Times New Roman"/>
          <w:lang w:val="en-GB"/>
        </w:rPr>
      </w:pPr>
    </w:p>
    <w:p w:rsidR="003C6F40" w:rsidRDefault="003C6F40">
      <w:pPr>
        <w:rPr>
          <w:b/>
          <w:bCs/>
          <w:lang w:val="it-IT"/>
        </w:rPr>
      </w:pPr>
      <w:r>
        <w:rPr>
          <w:b/>
          <w:bCs/>
          <w:lang w:val="it-IT"/>
        </w:rPr>
        <w:t>Translation: Silvia Tronci</w:t>
      </w:r>
    </w:p>
    <w:p w:rsidR="003C6F40" w:rsidRDefault="003C6F40">
      <w:pPr>
        <w:rPr>
          <w:b/>
          <w:bCs/>
          <w:lang w:val="it-IT"/>
        </w:rPr>
      </w:pPr>
      <w:r>
        <w:rPr>
          <w:b/>
          <w:bCs/>
          <w:lang w:val="it-IT"/>
        </w:rPr>
        <w:t>(www.BollyNook.com)</w:t>
      </w:r>
    </w:p>
    <w:sectPr w:rsidR="003C6F40" w:rsidSect="003C6F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F40"/>
    <w:rsid w:val="003C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2</Pages>
  <Words>194</Words>
  <Characters>1108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45</cp:revision>
  <dcterms:created xsi:type="dcterms:W3CDTF">2013-03-09T23:11:00Z</dcterms:created>
  <dcterms:modified xsi:type="dcterms:W3CDTF">2020-03-29T13:49:00Z</dcterms:modified>
</cp:coreProperties>
</file>