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6E" w:rsidRDefault="00A3726E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  <w:bookmarkStart w:id="0" w:name="_Toc35962730"/>
      <w:r>
        <w:rPr>
          <w:b/>
          <w:bCs/>
          <w:sz w:val="28"/>
          <w:szCs w:val="28"/>
          <w:u w:val="single"/>
          <w:lang w:val="en-GB"/>
        </w:rPr>
        <w:t>Do You Know Baby</w:t>
      </w:r>
      <w:bookmarkEnd w:id="0"/>
      <w:r>
        <w:rPr>
          <w:b/>
          <w:bCs/>
          <w:sz w:val="28"/>
          <w:szCs w:val="28"/>
          <w:u w:val="single"/>
          <w:lang w:val="en-GB"/>
        </w:rPr>
        <w:t xml:space="preserve"> – </w:t>
      </w:r>
      <w:bookmarkStart w:id="1" w:name="_GoBack"/>
      <w:bookmarkEnd w:id="1"/>
      <w:r>
        <w:rPr>
          <w:b/>
          <w:bCs/>
          <w:sz w:val="28"/>
          <w:szCs w:val="28"/>
          <w:u w:val="single"/>
          <w:lang w:val="en-GB"/>
        </w:rPr>
        <w:t>Dharam Sankat Mein</w:t>
      </w:r>
    </w:p>
    <w:p w:rsidR="00A3726E" w:rsidRDefault="00A3726E">
      <w:pPr>
        <w:spacing w:before="100" w:beforeAutospacing="1" w:after="100" w:afterAutospacing="1" w:line="240" w:lineRule="auto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  Jatinder Shah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  Kumaar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Singer:</w:t>
      </w:r>
      <w:r>
        <w:rPr>
          <w:rFonts w:ascii="Verdana" w:hAnsi="Verdana" w:cs="Verdana"/>
          <w:b/>
          <w:bCs/>
          <w:color w:val="222222"/>
          <w:sz w:val="20"/>
          <w:szCs w:val="20"/>
          <w:lang w:val="en-GB"/>
        </w:rPr>
        <w:t xml:space="preserve"> Gippy Grewal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Personality Mein Sab Se Hatke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una personalità unica al mondo.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Jo Bhi Dekhi Jaaye Lagte Hai Jhatke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Chi mi guarda cade al tappeto.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Personality Mein Sab Se Hatke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una personalità unica al mondo.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Jo Bhi Dekhi Jaaye Lagte Hai Jhatke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Chi mi guarda cade al tappeto.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Jab Dance Kare Yaar, Sab Kahe Baar Baar, Haaye Hadd Kar Di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Quando ballo continuano a dirmi che ho superato ogni limite.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Hum Bhangde Ke Sardaar, do You Know Baby.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Know Baby…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il Sardar (=un sikh combattente) del Bhangra (=danza del Punjab),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 Rocking Lagataar, do You Know Baby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Noi "spacchiamo" senza fermarci,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Hum Bhangde Ke Sardaar, do You Know Baby.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Know Baby…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il Sardar (=un sikh combattente) del Bhangra (=danza del Punjab),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 Rocking Lagataar, do You Know Baby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Noi "spacchiamo" senza fermarci,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Hum Roz Club Mein Jaayein. Sab Kudiyaan Humein Bulaayein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Vado ogni giorno nei locali e tutte le ragazze mi invitano.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Hum Roz Club Mein Jaayein. Sab Kudiyaan Humein Bulaayein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Vado ogni giorno nei locali. Tutte le ragazze mi invitano.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Nahin Karte Yaar Kanjoosi Khul Khul Ke Note Udaayein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sono avaro, spendo soldi con tutto il cuore.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Hum Aise Dildaar, Har Ek Mutiyaar, Jaawein Marti…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un cuore così grande che ogni donna muore per me.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Hum Bhangde Ke Sardaar, do You Know Baby.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Know Baby…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il Sardar (=un sikh combattente) del Bhangra (=danza del Punjab),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 Rocking Lagataar, do You Know Baby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Noi "spacchiamo" senza fermarci,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Hum Bhangde Ke Sardaar, do You Know Baby.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Know Baby…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il Sardar (=un sikh combattente) del Bhangra (=danza del Punjab),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 Rocking Lagataar, do You Know Baby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Noi "spacchiamo" senza fermarci,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Aa Thumke Lagale Chaar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Vieni e muovi un po' il bacino.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Maine Thamka Hazaar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Continuo a ripeterlo.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Bas Thumke Lagale Chaar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Muovi solo un po' il bacino.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Yeh Dhol Humara Hit Hai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tamburo è il massimo.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Har Ek Function Mein Fit Hai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E’ adatto ad ogni occasione.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Yeh Dhol Humara Hit Hai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tamburo è il massimo.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Har Ek Function Mein Fit Hai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E’ adatto ad ogni occasione.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Har Beat Pe Uthte Shoulder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Ad ogni colpo le spalle si alzano.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Yeh Apni Toh Habit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E’ così che si fa.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Hai Aisi Thaath Baath, Lagte Hai Samraat, Duniya Dardi…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ben vestito, sembro un imperatore, il mondo mi teme.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Hum Bhangde Ke Sardaar, do You Know Baby.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Know Baby…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il Sardar (=un sikh combattente) del Bhangra (=danza del Punjab),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 Rocking Lagataar, do You Know Baby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Noi "spacchiamo" senza fermarci,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Hum Bhangde Ke Sardaar, do You Know Baby.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Know Baby…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il Sardar (=un sikh combattente) del Bhangra (=danza del Punjab),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 Rocking Lagataar, do You Know Baby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Noi "spacchiamo" senza fermarci, lo sai baby?</w:t>
      </w:r>
    </w:p>
    <w:p w:rsidR="00A3726E" w:rsidRDefault="00A37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</w:p>
    <w:p w:rsidR="00A3726E" w:rsidRDefault="00A3726E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</w:p>
    <w:p w:rsidR="00A3726E" w:rsidRDefault="00A3726E">
      <w:pPr>
        <w:rPr>
          <w:b/>
          <w:bCs/>
          <w:lang w:val="it-IT"/>
        </w:rPr>
      </w:pPr>
      <w:r>
        <w:rPr>
          <w:b/>
          <w:bCs/>
          <w:lang w:val="it-IT"/>
        </w:rPr>
        <w:t>(www.BollyNook.com)</w:t>
      </w:r>
    </w:p>
    <w:sectPr w:rsidR="00A3726E" w:rsidSect="00A372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26E"/>
    <w:rsid w:val="00A3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3</Pages>
  <Words>416</Words>
  <Characters>2375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55</cp:revision>
  <dcterms:created xsi:type="dcterms:W3CDTF">2013-03-09T23:11:00Z</dcterms:created>
  <dcterms:modified xsi:type="dcterms:W3CDTF">2020-03-29T13:50:00Z</dcterms:modified>
</cp:coreProperties>
</file>