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820" w:rsidRDefault="00133820">
      <w:pPr>
        <w:rPr>
          <w:rFonts w:ascii="Times New Roman" w:hAnsi="Times New Roman" w:cs="Times New Roman"/>
          <w:b/>
          <w:bCs/>
          <w:u w:val="single"/>
          <w:lang w:val="it-IT"/>
        </w:rPr>
      </w:pPr>
      <w:r>
        <w:rPr>
          <w:b/>
          <w:bCs/>
          <w:sz w:val="28"/>
          <w:szCs w:val="28"/>
          <w:u w:val="single"/>
          <w:lang w:val="it-IT"/>
        </w:rPr>
        <w:t>Awaara Hoon –  Awaara</w:t>
      </w:r>
      <w:r>
        <w:rPr>
          <w:b/>
          <w:bCs/>
          <w:u w:val="single"/>
          <w:lang w:val="it-IT"/>
        </w:rPr>
        <w:t xml:space="preserve"> </w:t>
      </w:r>
    </w:p>
    <w:p w:rsidR="00133820" w:rsidRDefault="00133820">
      <w:pPr>
        <w:spacing w:before="100" w:beforeAutospacing="1" w:after="100" w:afterAutospacing="1" w:line="240" w:lineRule="auto"/>
        <w:rPr>
          <w:rFonts w:ascii="Verdana" w:hAnsi="Verdana" w:cs="Verdana"/>
          <w:color w:val="000000"/>
          <w:sz w:val="20"/>
          <w:szCs w:val="20"/>
          <w:lang w:val="it-IT"/>
        </w:rPr>
      </w:pPr>
      <w:r>
        <w:rPr>
          <w:rFonts w:ascii="Verdana" w:hAnsi="Verdana" w:cs="Verdana"/>
          <w:color w:val="000000"/>
          <w:sz w:val="20"/>
          <w:szCs w:val="20"/>
          <w:lang w:val="it-IT"/>
        </w:rPr>
        <w:t>Music: Singh Raghuvanshi, Jaikishan Dayabhai Panchal, Shankar</w:t>
      </w:r>
      <w:r>
        <w:rPr>
          <w:rFonts w:ascii="Verdana" w:hAnsi="Verdana" w:cs="Verdana"/>
          <w:color w:val="000000"/>
          <w:sz w:val="20"/>
          <w:szCs w:val="20"/>
          <w:lang w:val="it-IT"/>
        </w:rPr>
        <w:br/>
        <w:t>Lyrics: Shailendra (Shankardas Kesarilal)</w:t>
      </w:r>
      <w:r>
        <w:rPr>
          <w:rFonts w:ascii="Verdana" w:hAnsi="Verdana" w:cs="Verdana"/>
          <w:color w:val="000000"/>
          <w:sz w:val="20"/>
          <w:szCs w:val="20"/>
          <w:lang w:val="it-IT"/>
        </w:rPr>
        <w:br/>
        <w:t>Singers: </w:t>
      </w: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Mukesh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Awara hoon ... awara hoon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un vagabondo.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Ya gardish mein hoon aasman ka tara hoon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In tempi difficili sono come una stella in cielo.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Awara hoon ... awara hoon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un vagabondo.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Ya gardish mein hoon aasman ka tara hoon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In tempi difficili sono come una stella in cielo.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Awara hoon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un vagabondo.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Gharbaar nahi, sansar nahi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Non ho casa, né famiglia.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Mujhse kisi ko pyar nahi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Nessuno mi ama.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Mujhse kisi ko pyar nahi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Nessuno mi ama.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Us paar kisi se milne ka iqraar nahi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Non c’è alcuna speranza di incontrare qualcuno dall’altra parte.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Mujhse kisi ko pyar nahi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Nessuno mi ama.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Mujhse kisi ko pyar nahi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Nessuno mi ama.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Sunsaan nagar anjaan dagar ka pyara hoon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amato da luoghi desolati e sconosciuti.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Awara hoon ... awara hoon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un vagabondo.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Ya gardish mein hoon aasman ka tara hoon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In tempi difficili sono come una stella in cielo.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Awara hoon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un vagabondo.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Aabaad nahi, barbaad sahi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Non ho prospettive, sono rovinato.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Gata hoon khushi ke geet magar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Ma continuo a cantare canzoni allegre.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Gata hoon khushi ke geet magar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Ma continuo a cantare canzoni allegre.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Zakhmon se bhara seena hai mera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mio cuore è pieno di ferite.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Hansti hai magar yeh mast nazar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Ma continua ad esserci il sorriso nei miei occhi.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Duniya ... duniya main tere teer ka ya taqdeer ka maara hoon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Oh mondo, sono dilaniato dal dolore e dalla sfortuna (che infliggi).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Awara hoon ... awara hoon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un vagabondo.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Ya gardish mein hoon aasman ka tara hoon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In tempi difficili sono come una stella in cielo.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Awara hoon ... awara hoon ... awara hoon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un vagabondo.</w:t>
      </w:r>
    </w:p>
    <w:p w:rsidR="00133820" w:rsidRDefault="0013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</w:pPr>
      <w:r>
        <w:rPr>
          <w:rFonts w:ascii="Verdana" w:hAnsi="Verdana" w:cs="Verdana"/>
          <w:b/>
          <w:bCs/>
          <w:color w:val="000000"/>
          <w:sz w:val="16"/>
          <w:szCs w:val="16"/>
          <w:lang w:val="it-IT"/>
        </w:rPr>
        <w:br/>
      </w:r>
    </w:p>
    <w:p w:rsidR="00133820" w:rsidRDefault="00133820">
      <w:pPr>
        <w:rPr>
          <w:b/>
          <w:bCs/>
        </w:rPr>
      </w:pPr>
      <w:r>
        <w:rPr>
          <w:b/>
          <w:bCs/>
        </w:rPr>
        <w:t>Translation: Silvia Tronci</w:t>
      </w:r>
      <w:r>
        <w:rPr>
          <w:b/>
          <w:bCs/>
        </w:rPr>
        <w:br/>
        <w:t>(www.BollyNook.com)</w:t>
      </w:r>
    </w:p>
    <w:sectPr w:rsidR="00133820" w:rsidSect="001338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3820"/>
    <w:rsid w:val="00133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</Pages>
  <Words>251</Words>
  <Characters>1433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Silvia </cp:lastModifiedBy>
  <cp:revision>11</cp:revision>
  <dcterms:created xsi:type="dcterms:W3CDTF">2013-02-11T00:57:00Z</dcterms:created>
  <dcterms:modified xsi:type="dcterms:W3CDTF">2020-04-20T17:19:00Z</dcterms:modified>
</cp:coreProperties>
</file>