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8DB" w:rsidRDefault="006928DB">
      <w:pPr>
        <w:pStyle w:val="Heading1"/>
        <w:rPr>
          <w:rFonts w:ascii="Times New Roman" w:hAnsi="Times New Roman" w:cs="Times New Roman"/>
          <w:b w:val="0"/>
          <w:bCs w:val="0"/>
          <w:u w:val="single"/>
        </w:rPr>
      </w:pPr>
      <w:bookmarkStart w:id="0" w:name="_Toc37691026"/>
      <w:bookmarkStart w:id="1" w:name="_Toc37691025"/>
      <w:r>
        <w:rPr>
          <w:rFonts w:ascii="Calibri" w:hAnsi="Calibri" w:cs="Calibri"/>
          <w:kern w:val="0"/>
          <w:sz w:val="28"/>
          <w:szCs w:val="28"/>
          <w:u w:val="single"/>
        </w:rPr>
        <w:t>Ek Bewafa Se Pyar Kiya</w:t>
      </w:r>
      <w:bookmarkEnd w:id="0"/>
      <w:bookmarkEnd w:id="1"/>
      <w:r>
        <w:rPr>
          <w:rFonts w:ascii="Calibri" w:hAnsi="Calibri" w:cs="Calibri"/>
          <w:kern w:val="0"/>
          <w:sz w:val="28"/>
          <w:szCs w:val="28"/>
          <w:u w:val="single"/>
        </w:rPr>
        <w:t xml:space="preserve"> –  Awaara</w:t>
      </w:r>
      <w:r>
        <w:rPr>
          <w:b w:val="0"/>
          <w:bCs w:val="0"/>
          <w:u w:val="single"/>
        </w:rPr>
        <w:t xml:space="preserve"> </w:t>
      </w:r>
    </w:p>
    <w:p w:rsidR="006928DB" w:rsidRDefault="006928DB">
      <w:pPr>
        <w:spacing w:before="100" w:beforeAutospacing="1" w:after="100" w:afterAutospacing="1" w:line="240" w:lineRule="auto"/>
        <w:rPr>
          <w:rFonts w:ascii="Verdana" w:hAnsi="Verdana" w:cs="Verdana"/>
          <w:color w:val="000000"/>
          <w:sz w:val="20"/>
          <w:szCs w:val="20"/>
          <w:lang w:val="de-DE"/>
        </w:rPr>
      </w:pPr>
      <w:r>
        <w:rPr>
          <w:rFonts w:ascii="Verdana" w:hAnsi="Verdana" w:cs="Verdana"/>
          <w:color w:val="000000"/>
          <w:sz w:val="20"/>
          <w:szCs w:val="20"/>
          <w:lang w:val="de-DE"/>
        </w:rPr>
        <w:t>Music: Singh Raghuvanshi, Jaikishan Dayabhai Panchal, Shankar</w:t>
      </w:r>
      <w:r>
        <w:rPr>
          <w:rFonts w:ascii="Verdana" w:hAnsi="Verdana" w:cs="Verdana"/>
          <w:color w:val="000000"/>
          <w:sz w:val="20"/>
          <w:szCs w:val="20"/>
          <w:lang w:val="de-DE"/>
        </w:rPr>
        <w:br/>
        <w:t>Lyrics: Hasrat Jaipuri</w:t>
      </w:r>
      <w:r>
        <w:rPr>
          <w:rFonts w:ascii="Verdana" w:hAnsi="Verdana" w:cs="Verdana"/>
          <w:color w:val="000000"/>
          <w:sz w:val="20"/>
          <w:szCs w:val="20"/>
          <w:lang w:val="de-DE"/>
        </w:rPr>
        <w:br/>
        <w:t>Singers: </w:t>
      </w:r>
      <w:r>
        <w:rPr>
          <w:rFonts w:ascii="Verdana" w:hAnsi="Verdana" w:cs="Verdana"/>
          <w:b/>
          <w:bCs/>
          <w:color w:val="000000"/>
          <w:sz w:val="20"/>
          <w:szCs w:val="20"/>
          <w:lang w:val="de-DE"/>
        </w:rPr>
        <w:t>Lata Mangeshkar</w:t>
      </w:r>
    </w:p>
    <w:p w:rsidR="006928DB" w:rsidRDefault="00692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Ek bewafa se pyaar kiya</w:t>
      </w:r>
    </w:p>
    <w:p w:rsidR="006928DB" w:rsidRDefault="00692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Amo un traditore.</w:t>
      </w:r>
    </w:p>
    <w:p w:rsidR="006928DB" w:rsidRDefault="00692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Usse nazar ko chaar kiya</w:t>
      </w:r>
    </w:p>
    <w:p w:rsidR="006928DB" w:rsidRDefault="00692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I miei occhi incontrano i suoi.</w:t>
      </w:r>
    </w:p>
    <w:p w:rsidR="006928DB" w:rsidRDefault="00692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fr-FR"/>
        </w:rPr>
      </w:pPr>
      <w:r>
        <w:rPr>
          <w:rFonts w:ascii="Verdana" w:hAnsi="Verdana" w:cs="Verdana"/>
          <w:color w:val="FF0000"/>
          <w:sz w:val="20"/>
          <w:szCs w:val="20"/>
          <w:lang w:val="fr-FR"/>
        </w:rPr>
        <w:t>Haai re humne yeh kya kiya, haai kya kiya</w:t>
      </w:r>
    </w:p>
    <w:p w:rsidR="006928DB" w:rsidRDefault="00692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Oddio! Cosa ho fatto!</w:t>
      </w:r>
    </w:p>
    <w:p w:rsidR="006928DB" w:rsidRDefault="00692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Bholi surat waala nikla lutea</w:t>
      </w:r>
    </w:p>
    <w:p w:rsidR="006928DB" w:rsidRDefault="00692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Quell’innocente si è rivelato un ladro.</w:t>
      </w:r>
    </w:p>
    <w:p w:rsidR="006928DB" w:rsidRDefault="00692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Raat chhupaaye dil mein munh pe savera</w:t>
      </w:r>
    </w:p>
    <w:p w:rsidR="006928DB" w:rsidRDefault="00692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Nel suo cuore nasconde la notte, sul viso mostra il giorno.</w:t>
      </w:r>
    </w:p>
    <w:p w:rsidR="006928DB" w:rsidRDefault="00692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Oye humne dil nisaar kiya</w:t>
      </w:r>
    </w:p>
    <w:p w:rsidR="006928DB" w:rsidRDefault="00692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Io ho sacrificato il mio cuore.</w:t>
      </w:r>
    </w:p>
    <w:p w:rsidR="006928DB" w:rsidRDefault="00692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Usko beqaraar kiya</w:t>
      </w:r>
    </w:p>
    <w:p w:rsidR="006928DB" w:rsidRDefault="00692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L’ho reso inquieto.</w:t>
      </w:r>
    </w:p>
    <w:p w:rsidR="006928DB" w:rsidRDefault="00692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color w:val="FF0000"/>
          <w:sz w:val="20"/>
          <w:szCs w:val="20"/>
          <w:lang w:val="it-IT"/>
        </w:rPr>
        <w:t>Haai re humne yeh kya kiya, haai kya kiya</w:t>
      </w:r>
    </w:p>
    <w:p w:rsidR="006928DB" w:rsidRDefault="00692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Oddio! Cosa ho fatto!</w:t>
      </w:r>
    </w:p>
    <w:p w:rsidR="006928DB" w:rsidRDefault="00692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Ek bewafa se pyaar kiya</w:t>
      </w:r>
    </w:p>
    <w:p w:rsidR="006928DB" w:rsidRDefault="00692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Amo un traditore.</w:t>
      </w:r>
    </w:p>
    <w:p w:rsidR="006928DB" w:rsidRDefault="00692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Usse nazar ko chaar kiya</w:t>
      </w:r>
    </w:p>
    <w:p w:rsidR="006928DB" w:rsidRDefault="00692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I miei occhi incontrano i suoi.</w:t>
      </w:r>
    </w:p>
    <w:p w:rsidR="006928DB" w:rsidRDefault="00692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Haai re humne yeh kya kiya, haai kya kiya</w:t>
      </w:r>
    </w:p>
    <w:p w:rsidR="006928DB" w:rsidRDefault="00692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Oddio! Cosa ho fatto!</w:t>
      </w:r>
    </w:p>
    <w:p w:rsidR="006928DB" w:rsidRDefault="00692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De gayi dhoka hamein neeli neeli aankhen</w:t>
      </w:r>
    </w:p>
    <w:p w:rsidR="006928DB" w:rsidRDefault="00692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Questi profondi occhi azzurri mi hanno tradita.</w:t>
      </w:r>
    </w:p>
    <w:p w:rsidR="006928DB" w:rsidRDefault="00692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Neeli neeli aankhen</w:t>
      </w:r>
    </w:p>
    <w:p w:rsidR="006928DB" w:rsidRDefault="00692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Questi profondi occhi azzurri.</w:t>
      </w:r>
    </w:p>
    <w:p w:rsidR="006928DB" w:rsidRDefault="00692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Sooni hai dil ki mehfil, bheegi bheegi aankhen</w:t>
      </w:r>
    </w:p>
    <w:p w:rsidR="006928DB" w:rsidRDefault="00692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Il cuore è solo. Gli occhi sono umidi (di lacrime).</w:t>
      </w:r>
    </w:p>
    <w:p w:rsidR="006928DB" w:rsidRDefault="00692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O bheegi bheegi aankhen</w:t>
      </w:r>
    </w:p>
    <w:p w:rsidR="006928DB" w:rsidRDefault="00692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Gli occhi sono umidi (di lacrime).</w:t>
      </w:r>
    </w:p>
    <w:p w:rsidR="006928DB" w:rsidRDefault="00692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Oye humne aitbaar kiya</w:t>
      </w:r>
    </w:p>
    <w:p w:rsidR="006928DB" w:rsidRDefault="00692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Io mi fidavo di lui.</w:t>
      </w:r>
    </w:p>
    <w:p w:rsidR="006928DB" w:rsidRDefault="00692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Ulfat ka ikraar kiya</w:t>
      </w:r>
    </w:p>
    <w:p w:rsidR="006928DB" w:rsidRDefault="00692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Gli ho confessato il mio amore.</w:t>
      </w:r>
    </w:p>
    <w:p w:rsidR="006928DB" w:rsidRDefault="00692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Haai re humne yeh kya kiya, haai kya kiya</w:t>
      </w:r>
    </w:p>
    <w:p w:rsidR="006928DB" w:rsidRDefault="00692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Oddio! Cosa ho fatto!</w:t>
      </w:r>
    </w:p>
    <w:p w:rsidR="006928DB" w:rsidRDefault="00692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Ek bewafa se pyaar kiya</w:t>
      </w:r>
    </w:p>
    <w:p w:rsidR="006928DB" w:rsidRDefault="00692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Amo un traditore.</w:t>
      </w:r>
    </w:p>
    <w:p w:rsidR="006928DB" w:rsidRDefault="00692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de-DE"/>
        </w:rPr>
      </w:pPr>
      <w:r>
        <w:rPr>
          <w:rFonts w:ascii="Verdana" w:hAnsi="Verdana" w:cs="Verdana"/>
          <w:color w:val="FF0000"/>
          <w:sz w:val="20"/>
          <w:szCs w:val="20"/>
          <w:lang w:val="de-DE"/>
        </w:rPr>
        <w:t>Usse nazar ko chaar kiya</w:t>
      </w:r>
    </w:p>
    <w:p w:rsidR="006928DB" w:rsidRDefault="00692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I miei occhi incontrano i suoi.</w:t>
      </w:r>
    </w:p>
    <w:p w:rsidR="006928DB" w:rsidRDefault="00692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fr-FR"/>
        </w:rPr>
      </w:pPr>
      <w:r>
        <w:rPr>
          <w:rFonts w:ascii="Verdana" w:hAnsi="Verdana" w:cs="Verdana"/>
          <w:color w:val="FF0000"/>
          <w:sz w:val="20"/>
          <w:szCs w:val="20"/>
          <w:lang w:val="fr-FR"/>
        </w:rPr>
        <w:t>Haai re humne yeh kya kiya, haai kya kiya</w:t>
      </w:r>
    </w:p>
    <w:p w:rsidR="006928DB" w:rsidRDefault="00692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color w:val="FF0000"/>
          <w:sz w:val="20"/>
          <w:szCs w:val="20"/>
          <w:lang w:val="it-IT"/>
        </w:rPr>
      </w:pPr>
      <w:r>
        <w:rPr>
          <w:rFonts w:ascii="Verdana" w:hAnsi="Verdana" w:cs="Verdana"/>
          <w:b/>
          <w:bCs/>
          <w:color w:val="000000"/>
          <w:sz w:val="20"/>
          <w:szCs w:val="20"/>
          <w:lang w:val="it-IT"/>
        </w:rPr>
        <w:t>Oddio! Cosa ho fatto!</w:t>
      </w:r>
    </w:p>
    <w:p w:rsidR="006928DB" w:rsidRDefault="006928D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left="120" w:right="120"/>
        <w:rPr>
          <w:rFonts w:ascii="Verdana" w:hAnsi="Verdana" w:cs="Verdana"/>
          <w:b/>
          <w:bCs/>
          <w:color w:val="000000"/>
          <w:sz w:val="15"/>
          <w:szCs w:val="15"/>
          <w:lang w:val="it-IT"/>
        </w:rPr>
      </w:pPr>
    </w:p>
    <w:p w:rsidR="006928DB" w:rsidRDefault="006928DB">
      <w:pPr>
        <w:rPr>
          <w:b/>
          <w:bCs/>
        </w:rPr>
      </w:pPr>
      <w:r>
        <w:rPr>
          <w:b/>
          <w:bCs/>
        </w:rPr>
        <w:t>Translation: Silvia Tronci</w:t>
      </w:r>
      <w:r>
        <w:rPr>
          <w:b/>
          <w:bCs/>
        </w:rPr>
        <w:br/>
        <w:t>(www.BollyNook.com)</w:t>
      </w:r>
    </w:p>
    <w:sectPr w:rsidR="006928DB" w:rsidSect="006928D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283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28DB"/>
    <w:rsid w:val="006928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HTML Preformatted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  <w:lang w:val="it-IT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928DB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paragraph" w:styleId="NormalWeb">
    <w:name w:val="Normal (Web)"/>
    <w:basedOn w:val="Normal"/>
    <w:uiPriority w:val="99"/>
    <w:pPr>
      <w:spacing w:before="100" w:beforeAutospacing="1" w:after="100" w:afterAutospacing="1" w:line="240" w:lineRule="auto"/>
    </w:pPr>
    <w:rPr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Pr>
      <w:rFonts w:ascii="Times New Roman" w:hAnsi="Times New Roman" w:cs="Times New Roman"/>
    </w:rPr>
  </w:style>
  <w:style w:type="character" w:styleId="Strong">
    <w:name w:val="Strong"/>
    <w:basedOn w:val="DefaultParagraphFont"/>
    <w:uiPriority w:val="99"/>
    <w:qFormat/>
    <w:rPr>
      <w:rFonts w:ascii="Times New Roman" w:hAnsi="Times New Roman" w:cs="Times New Roman"/>
      <w:b/>
      <w:bCs/>
    </w:rPr>
  </w:style>
  <w:style w:type="paragraph" w:styleId="HTMLPreformatted">
    <w:name w:val="HTML Preformatted"/>
    <w:basedOn w:val="Normal"/>
    <w:link w:val="HTMLPreformattedChar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</TotalTime>
  <Pages>2</Pages>
  <Words>177</Words>
  <Characters>1010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</dc:creator>
  <cp:keywords/>
  <dc:description/>
  <cp:lastModifiedBy>Silvia </cp:lastModifiedBy>
  <cp:revision>28</cp:revision>
  <dcterms:created xsi:type="dcterms:W3CDTF">2013-02-11T00:57:00Z</dcterms:created>
  <dcterms:modified xsi:type="dcterms:W3CDTF">2020-04-20T17:58:00Z</dcterms:modified>
</cp:coreProperties>
</file>