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51" w:rsidRDefault="00446B51">
      <w:pPr>
        <w:rPr>
          <w:rFonts w:ascii="Times New Roman" w:hAnsi="Times New Roman" w:cs="Times New Roman"/>
          <w:b/>
          <w:bCs/>
          <w:u w:val="single"/>
          <w:lang w:val="en-GB"/>
        </w:rPr>
      </w:pPr>
      <w:bookmarkStart w:id="0" w:name="_Toc37691021"/>
      <w:r>
        <w:rPr>
          <w:b/>
          <w:bCs/>
          <w:sz w:val="28"/>
          <w:szCs w:val="28"/>
          <w:u w:val="single"/>
          <w:lang w:val="en-GB"/>
        </w:rPr>
        <w:t>Jab Se Balam Ghar Aaye</w:t>
      </w:r>
      <w:bookmarkEnd w:id="0"/>
      <w:r>
        <w:rPr>
          <w:b/>
          <w:bCs/>
          <w:sz w:val="28"/>
          <w:szCs w:val="28"/>
          <w:u w:val="single"/>
          <w:lang w:val="en-GB"/>
        </w:rPr>
        <w:t xml:space="preserve"> –  Awaara</w:t>
      </w:r>
      <w:r>
        <w:rPr>
          <w:b/>
          <w:bCs/>
          <w:u w:val="single"/>
          <w:lang w:val="en-GB"/>
        </w:rPr>
        <w:t xml:space="preserve"> </w:t>
      </w:r>
    </w:p>
    <w:p w:rsidR="00446B51" w:rsidRDefault="00446B51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Hasrat Jaipuri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Lata Mangeshkar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Jab se balam ghar 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il mio amato è tornato a casa,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Jab se balam ghar 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il mio amato è tornato a casa,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Dil ne dil se kaha tha fasana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cuore ha raccontato una storia ad un altro cuore.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Dil ne dil se kaha tha fasana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cuore ha raccontato una storia ad un altro cuore.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Laut aaya hai guzra zamana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Gli anni passati sono ritornati.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Laut aaya hai guzra zamana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Gli anni passati sono ritornati.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Khushiyan saath saath laaye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Lui ha portato con sé la felicità ed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Jab se balam ghar 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il mio amato è tornato a casa,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Laake aankhon se dil mein bithaun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Dai miei occhi ora lui dimora nel mio cuore.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Laake aankhon se dil mein bithaun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Dai miei occhi ora lui dimora nel mio cuore.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Muskurake sitaare lutaun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Sorriderò e porterò qui le stelle.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Muskurake sitaare lutaun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Sorriderò e porterò qui le stelle.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Asha jhoom jhoom gaaye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voglia di danzare e cantare,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Jab se balam ghar 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il mio amato è tornato a casa,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Din hai apne mohabbat jawaan hai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giorno è nostro e l’amore è giovane.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Din hai apne mohabbat jawaan hai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giorno è nostro e l’amore è giovane.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Unse aabaad mera jahaan hai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Grazie a lui il mio mondo prospera.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Unse aabaad mera jahaan hai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Grazie a lui il mio mondo prospera.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Mann ke chor chale 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questo ladro è tornato da me,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Jab se balam ghar 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il mio amato è tornato a casa,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Jab se balam ghar aaye jiyara machal machal jaaye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quando il mio amato è tornato a casa, il mio cuore balla spensierato.</w:t>
      </w: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</w:p>
    <w:p w:rsidR="00446B51" w:rsidRDefault="00446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</w:p>
    <w:p w:rsidR="00446B51" w:rsidRDefault="00446B51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446B51" w:rsidSect="00446B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B51"/>
    <w:rsid w:val="0044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308</Words>
  <Characters>1756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12</cp:revision>
  <dcterms:created xsi:type="dcterms:W3CDTF">2013-02-11T00:57:00Z</dcterms:created>
  <dcterms:modified xsi:type="dcterms:W3CDTF">2020-04-20T17:41:00Z</dcterms:modified>
</cp:coreProperties>
</file>