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653" w:rsidRDefault="00FB1653">
      <w:pPr>
        <w:rPr>
          <w:rFonts w:ascii="Times New Roman" w:hAnsi="Times New Roman" w:cs="Times New Roman"/>
          <w:b/>
          <w:bCs/>
          <w:u w:val="single"/>
          <w:lang w:val="en-GB"/>
        </w:rPr>
      </w:pPr>
      <w:bookmarkStart w:id="0" w:name="_Toc37691023"/>
      <w:r>
        <w:rPr>
          <w:b/>
          <w:bCs/>
          <w:sz w:val="28"/>
          <w:szCs w:val="28"/>
          <w:u w:val="single"/>
          <w:lang w:val="en-GB"/>
        </w:rPr>
        <w:t>Tere Bina Aag Yeh Chandni</w:t>
      </w:r>
      <w:bookmarkEnd w:id="0"/>
      <w:r>
        <w:rPr>
          <w:b/>
          <w:bCs/>
          <w:sz w:val="28"/>
          <w:szCs w:val="28"/>
          <w:u w:val="single"/>
          <w:lang w:val="en-GB"/>
        </w:rPr>
        <w:t xml:space="preserve"> –  Awaara</w:t>
      </w:r>
      <w:r>
        <w:rPr>
          <w:b/>
          <w:bCs/>
          <w:u w:val="single"/>
          <w:lang w:val="en-GB"/>
        </w:rPr>
        <w:t xml:space="preserve"> </w:t>
      </w:r>
    </w:p>
    <w:p w:rsidR="00FB1653" w:rsidRDefault="00FB1653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Singh Raghuvanshi, Jaikishan Dayabhai Panchal, Shankar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Shailendra (Shankardas Kesarilal)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Manna Dey, Lata Mangeshkar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aaatere bina aag ye chandni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Senza di te questa luna è come il fuoco.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tu aaja tu aaja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Vieni (da me).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tere bina aag ye chandni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Senza di te questa luna è come il fuoco.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 aaja tu aaja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Vieni (da me).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tere bina besuri basuri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Senza di te il flauto non è melodioso…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ye meri zindagi dard ki ragini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…e questa mia vita è una melodia di dolore.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tu aaja tu aaja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Vieni (da me).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Ooo ye nahi ye nahi hai zindagi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Oh! Questa non è vita.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zindagi ye nahi zindagi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Questa vita non è vita.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zindagi ki ye chita main zinda jal raha hu haye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Sto bruciando vivo in questa vita di fuoco.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saans ke ye aag ke ye teer chirte hai aar paar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 frecce di fuoco mi trafiggono internamente.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Ooo mujhko ye narak na chahiye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Oh! Non voglio questo inferno.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mujhko phool mujhko preet mujhko preet chahiye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il fiore, l’amore, l’amicizia.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mujhko chahiye bahar 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la primavera.</w:t>
      </w:r>
    </w:p>
    <w:p w:rsidR="00FB1653" w:rsidRDefault="00FB1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</w:p>
    <w:p w:rsidR="00FB1653" w:rsidRDefault="00FB1653">
      <w:pPr>
        <w:rPr>
          <w:b/>
          <w:bCs/>
        </w:rPr>
      </w:pPr>
      <w:r>
        <w:rPr>
          <w:b/>
          <w:bCs/>
        </w:rPr>
        <w:t>Translation: Silvia Tronci</w:t>
      </w:r>
      <w:r>
        <w:rPr>
          <w:b/>
          <w:bCs/>
        </w:rPr>
        <w:br/>
        <w:t>(www.BollyNook.com)</w:t>
      </w:r>
    </w:p>
    <w:sectPr w:rsidR="00FB1653" w:rsidSect="00FB165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653"/>
    <w:rsid w:val="00FB1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154</Words>
  <Characters>882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20</cp:revision>
  <dcterms:created xsi:type="dcterms:W3CDTF">2013-02-11T00:57:00Z</dcterms:created>
  <dcterms:modified xsi:type="dcterms:W3CDTF">2020-04-20T17:46:00Z</dcterms:modified>
</cp:coreProperties>
</file>