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FD2" w:rsidRDefault="003F4FD2">
      <w:pPr>
        <w:rPr>
          <w:rFonts w:ascii="Times New Roman" w:hAnsi="Times New Roman" w:cs="Times New Roman"/>
          <w:b/>
          <w:bCs/>
          <w:u w:val="single"/>
          <w:lang w:val="en-GB"/>
        </w:rPr>
      </w:pPr>
      <w:bookmarkStart w:id="0" w:name="_Toc509840772"/>
      <w:r>
        <w:rPr>
          <w:b/>
          <w:bCs/>
          <w:sz w:val="28"/>
          <w:szCs w:val="28"/>
          <w:u w:val="single"/>
          <w:lang w:val="en-GB"/>
        </w:rPr>
        <w:t>I'm Sorry Par Tumse Pyar Ho Gaya</w:t>
      </w:r>
      <w:bookmarkEnd w:id="0"/>
      <w:r>
        <w:rPr>
          <w:b/>
          <w:bCs/>
          <w:sz w:val="28"/>
          <w:szCs w:val="28"/>
          <w:u w:val="single"/>
          <w:lang w:val="en-GB"/>
        </w:rPr>
        <w:t xml:space="preserve"> –  Shaadi ke Side Effects</w:t>
      </w:r>
    </w:p>
    <w:p w:rsidR="003F4FD2" w:rsidRDefault="003F4FD2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 Pritam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 Swanand Kirkire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Singers: Nikhil Paul George, Neeti Moham, Mili Nair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Tuli Uli Aapa Pe… Tuli Uli Apa Po…Na Vo… Po Po Po Po…Na Pa Pa Po…No No No… No...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(Suoni onomatopeici).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Jhalli Si Hai, Pagli Si Hai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Lei è un po’ selvaggia , lei è un po’ folle.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Bak Bak Bak Karti Rehti Hai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Lei continua a parlare senza sosta.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O…Jhalla Si Hai, Pagla Si Hai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Lui è un po’ selvaggio , lui è un po’ folle.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Sapne Bas Bunta Rehta Hai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Continua solo a tessere sogni.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Zara Zara Zara Zara Tedhi Medhi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Lei è un po’ contorta,...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Phir Bhi Woh Pyaari Hai…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..ciò nonostante è adorabile.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Dil To Gaya Keh Ke Sorry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mio cuore si è perso per lei e mi ha chiesto scusa.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Well All I Can Say IsHey Hey Hey Hey...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Be’, tutto ciò che posso dire è: ‘Ehi!’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Jaane Anjaane Yeh Kya Ho Gaya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’E’ successo inconsapevolmente.’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Hey Hey Hey Hey...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’Ehi!’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I'm Sorry Par Tumse Pyaar Ho Gaya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’Mi spiace, ma mi sono innamorato di te.’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Tuli Uli Aapa Pe… Tuli Uli Apa Po…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(Suoni onomatopeici).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Socha Tha Jaisa Haan Waisi Ki Waisi To Tu Nahi...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sei come immaginavo.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Phir Bhi Kyun Dil Bole Ab Humko Rehna Hai Bas Yahin…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Eppure il mio cuore insiste a restare qui.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Maanga Tha Jisko Woh Khwaabon Ka Raja Tu Bhi Nahi...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sei il principe azzurro che desideravo.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Phir Bhi Dil Darta Hai Main Na Tujhe Kho Doon Kahin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Eppure il mio cure ha paura di perderti.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Kabhi Kabhi Kabhi Kabhi Sochun Bolun Musibat Mol Li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 volte penso di dover accettare il fatto di aver abbracciato un problema.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Kabhi Lage Ke Aankhein Khol Di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 volte sento che i miei occhi si sono aperti.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All I Can Say IsHey Hey Hey Hey...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Tutto ciò che posso dire è: ‘Ehi!’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Jaane Anjaane Yeh Kya Ho Gaya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’E’ successo inconsapevolmente.’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Hey Hey Hey Hey...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’Ehi!’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I'm Sorry Par Tumse Pyaar Ho Gaya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’Mi spiace, ma mi sono innamorato di te.’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Teri Har Aadat Toh Har Ek Shararat Toh Pyaari Hai…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Ogni tua cattiva abitudine, ogni tuo comportamento sbagliato è adorabile.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Tujhse Jhagadne Mein Ladne Mein Bhi Ek Khumaari Hai…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C’è una specie di ebbrezza nel litigare e nello scontrarsi con te.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Humko Toh Tere Sang Rehne Ki Ek Bimari Hai…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Mi sembra di soffrire della malattia dello stare con te.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Tu Jo Nahi Saath Lamha Lamha Katna Bhaari Hai…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 non sei con me, è molto difficile trascorrere il tempo.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 xml:space="preserve">Dheere Dheere Dheere, Halke… </w:t>
      </w:r>
      <w:r>
        <w:rPr>
          <w:rFonts w:ascii="Verdana" w:hAnsi="Verdana" w:cs="Verdana"/>
          <w:color w:val="FF0000"/>
          <w:sz w:val="20"/>
          <w:szCs w:val="20"/>
          <w:lang w:val="fr-FR"/>
        </w:rPr>
        <w:t>Halke… Kadmon Se Aa Gayi…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Tu arrivi lentamente e con passo felpato...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Yaadon Ke Khwabon Pe Sab Chha Gayi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…e ti diffondi in ogni mio pensiero ed in ogni mio sogno.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Well All I Can Say IsHey Hey Hey Hey...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Be’, tutto ciò che posso dire è: ‘Ehi!’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Jaane Anjaane Yeh Kya Ho Gaya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’E’ successo inconsapevolmente.’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Hey Hey Hey Hey...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’Ehi!’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I'm Sorry Par Tumse Pyaar Ho Gaya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’Mi spiace, ma mi sono innamorato di te.’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Hey Hey Hey Hey...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’Ehi!’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Jaane Anjaane Yeh Kya Ho Gaya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’E’ successo inconsapevolmente.’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Hey Hey Hey Hey...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’Ehi!’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I'm Sorry Par Tumse Pyaar Ho Gaya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’Mi spiace, ma mi sono innamorato di te.’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Tuli Uli Aapa Pe… Tuli Uli Apa Po… Na Vo… Po Po Po Po…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(Suoni onomatopeici).</w:t>
      </w:r>
    </w:p>
    <w:p w:rsidR="003F4FD2" w:rsidRDefault="003F4F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</w:pPr>
    </w:p>
    <w:p w:rsidR="003F4FD2" w:rsidRDefault="003F4FD2">
      <w:pPr>
        <w:rPr>
          <w:b/>
          <w:bCs/>
          <w:lang w:val="it-IT"/>
        </w:rPr>
      </w:pPr>
      <w:r>
        <w:rPr>
          <w:b/>
          <w:bCs/>
          <w:lang w:val="it-IT"/>
        </w:rPr>
        <w:t>Translation: Silvia Tronci</w:t>
      </w:r>
      <w:r>
        <w:rPr>
          <w:b/>
          <w:bCs/>
          <w:lang w:val="it-IT"/>
        </w:rPr>
        <w:br/>
        <w:t>(www.BollyNook.com)</w:t>
      </w:r>
    </w:p>
    <w:sectPr w:rsidR="003F4FD2" w:rsidSect="003F4FD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4FD2"/>
    <w:rsid w:val="003F4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3</Pages>
  <Words>437</Words>
  <Characters>2492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36</cp:revision>
  <dcterms:created xsi:type="dcterms:W3CDTF">2013-02-11T00:57:00Z</dcterms:created>
  <dcterms:modified xsi:type="dcterms:W3CDTF">2020-04-23T19:43:00Z</dcterms:modified>
</cp:coreProperties>
</file>