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572" w:rsidRDefault="00720572">
      <w:pPr>
        <w:rPr>
          <w:rFonts w:ascii="Times New Roman" w:hAnsi="Times New Roman" w:cs="Times New Roman"/>
          <w:b/>
          <w:bCs/>
          <w:u w:val="single"/>
          <w:lang w:val="en-GB"/>
        </w:rPr>
      </w:pPr>
      <w:bookmarkStart w:id="0" w:name="_Toc509840776"/>
      <w:r>
        <w:rPr>
          <w:b/>
          <w:bCs/>
          <w:sz w:val="28"/>
          <w:szCs w:val="28"/>
          <w:u w:val="single"/>
          <w:lang w:val="en-GB"/>
        </w:rPr>
        <w:t>Tauba Main Vyaah Karke Pachhtaya</w:t>
      </w:r>
      <w:bookmarkEnd w:id="0"/>
      <w:r>
        <w:rPr>
          <w:b/>
          <w:bCs/>
          <w:sz w:val="28"/>
          <w:szCs w:val="28"/>
          <w:u w:val="single"/>
          <w:lang w:val="en-GB"/>
        </w:rPr>
        <w:t xml:space="preserve"> –  Shaadi ke Side Effects</w:t>
      </w:r>
    </w:p>
    <w:p w:rsidR="00720572" w:rsidRDefault="00720572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t>Music: Pritam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Lyrics: Mayur Puri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Singers: Shaid Mallya, Poorvi Koutish, Alamgir Khan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Om…om…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Om.(=sillaba mistica. Mantra presente in molti testi sanscriti)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Mangalam Bhagwan Vishnu, Mangalam GarudadhwajahMangalam Pundareekaksham, Mangalayatano HarihMangalam Bhagwan Vishnu, Mangalam Garudadhwajah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(Mantra sanscrito che si canta durante i matrimoni indù.)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Tauba Main Vyah Karke Pachtaya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Dio, dopo essermi sposato, mi sono pentito.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Tauba Main Vyah Karke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Dio, dopo essermi sposato.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Aaha Now Listen To Me Carefully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Ah! Ora ascoltami attentamente.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Munh Band Rakh, Eyes Khuli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Tieni la bocca chiusa e gli occhi aperti.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 Am Getting A Many Pair Shopping For A Dress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Sto portando molte coppie a comprare un abito (per le nozze).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Ghar Baith, Kaam Kar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Resta a casa a fare i lavori di casa.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TV Chhod, Clean The Mess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Smettila di guardare la TV e pulisci questo caos.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Naagin Jaisi Zulfein Thi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Lei aveva dei bellissimi capelli neri, come serpenti.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Ab Puri Naagin Wo Haan Nazrein Mujhko Aati Everyday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Ora ogni giorno io vedo anche lei come un serpente.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Thi Chaand Kabhi Ab Taare Dikhlaati Hai Everyday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Lei era come la luna, ed ora ogni giorno lei mi fa vedere le stelle(=mi tormenta).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Thi Jaan Meri Ab Jaan Jalati Hai Ji Everyday…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Lei era il mio cuore ed ora ogni giorno lei incenerisce il mio cuore.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Tevar Ban Gaye Zevar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 capricci sono diventati i suo ornamenti…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Jis Din Se Ghar Aayi Wo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…dal giorno che è entrata in casa.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Chalti Madam Khata Thokar Main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signora cammina ed io mi schianto.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 Rabba Mere, Baahar Sahib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Dio! Fuori sono un uomo rispettato.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Ghar Pe Naukar Main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In casa sono un servo.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Dekho Ji Kaise Ringmaster Se Ban Gaya Joker Main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Sembra che da persona di rilievo io sia diventato un giullare.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Hai Madam Ka Yeh Tashan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signora si comporta come se...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Main Iska Manmohan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…io debba essere a sua totale disposizione.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Main Apne, Main Apne, Main Apne Naam Pe Bhi Haklaaya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Ora ho iniziato a balbettare anche quando dico il mio nome.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Ho Paape Vyah Karke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fratello! Dopo essermi sposato….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Ho Paape Shaadi Karke Pachtaya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fratello! Dopo essermi sposato, mi sono pentito.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Main Vyah Karke…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Dopo essermi sposato.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Ho Paape Shaadi Karke Pachtaya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fratello! Dopo essermi sposato, mi sono pentito.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 xml:space="preserve">Main Vyah Karke…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Haaye…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Dopo essermi sposato.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Tell Me Kahaan Mara Tha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Dimmi, dove diavolo eri?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Bata De Sachh Sachh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Dimmi la verità.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 Hate Your Friends So Much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Odio da morire i tuoi amici!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Are You Having A Fling?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Hai una relazione!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Bloody Good For Nothing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Maledetto buono a nulla!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Ho… Raja Ho Maharaja Koi Ho Chaahe Sultan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Che sia un re, un imperatore o un governatore…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Biwi Se Darna Zaroori Hai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…deve assolutamente temere sua moglie.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Yeh Rooth Gayi To Ramayana Main Jaise Kaikeyi Hai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 lei se la prendesse, si trasformerebbe in Kaikeyi del Ramayana!(=regina la cui rabbia causò molte disgrazia)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Ab Toh Yeh Meri Life Mahabharat Si Ho Gayi Hai…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Ora la mia vita è diventata il Mahabharat.(=poema epico di guerre tormentate)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Phantom Chhodo Uski Biwi Chalta Phirta Pret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Lasciamo stare “Phantom”(=personaggio dei fumetti), mia moglie è un vero fantasma!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Pit Pit Ke Hi Neela Pad Gaya Main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Mi ha picchiato così tanto che io sono diventato viola(=colore del costume di “Phantom”)!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Hain Ghar Main Aake Jaale Saaf Karta Spiderman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Quando torno a casa, come un povero “Spiderman”(=uomo ragno) devo pulire le ragnatele!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Wo Hulk Hai Nanga Kapde Phaade Biwi Din Aur Rain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 mariti sono a torso nudo come Hulk perché le loro mogli strappano loro I vestiti!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Superman Se Kehti Aaha…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Lei dice a “Superman” che ...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Super Se Oopar Nahi Oho…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 non accetterà nulla che non sia “super”.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Koi Bhi… Koi Bhi… Koi Bhi Isko Na Khush Kar Paya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Nessuno può soddisfarla.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Ho Paape Vyah Karke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fratello! Dopo essermi sposato….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Ho Paape Shaadi Karke Pachtaya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fratello! Dopo essermi sposato, mi sono pentito.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Main Vyah Karke…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Dopo essermi sposato.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Ho Paape Shaadi Karke Pachtaya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fratello! Dopo essermi sposato, mi sono pentito.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 xml:space="preserve">Main Vyah Karke…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Ae…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Dopo essermi sposato.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Haan, Wadda Aaye Husband Hokar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Tu eri molto orgoglioso di essere un marito.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Teri Toh Hai Game Over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Ma ora per te il gioco è finito.</w:t>
      </w:r>
    </w:p>
    <w:p w:rsidR="00720572" w:rsidRDefault="00720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</w:pPr>
    </w:p>
    <w:p w:rsidR="00720572" w:rsidRDefault="00720572">
      <w:pPr>
        <w:rPr>
          <w:b/>
          <w:bCs/>
          <w:lang w:val="it-IT"/>
        </w:rPr>
      </w:pPr>
      <w:r>
        <w:rPr>
          <w:b/>
          <w:bCs/>
          <w:lang w:val="it-IT"/>
        </w:rPr>
        <w:t>Translation: Silvia Tronci</w:t>
      </w:r>
      <w:r>
        <w:rPr>
          <w:b/>
          <w:bCs/>
          <w:lang w:val="it-IT"/>
        </w:rPr>
        <w:br/>
        <w:t>(www.BollyNook.com)</w:t>
      </w:r>
    </w:p>
    <w:sectPr w:rsidR="00720572" w:rsidSect="0072057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572"/>
    <w:rsid w:val="00720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4</Pages>
  <Words>604</Words>
  <Characters>3446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50</cp:revision>
  <dcterms:created xsi:type="dcterms:W3CDTF">2013-02-11T00:57:00Z</dcterms:created>
  <dcterms:modified xsi:type="dcterms:W3CDTF">2020-04-23T19:44:00Z</dcterms:modified>
</cp:coreProperties>
</file>