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17" w:rsidRDefault="001A1C17">
      <w:pPr>
        <w:rPr>
          <w:rFonts w:ascii="Times New Roman" w:hAnsi="Times New Roman" w:cs="Times New Roman"/>
          <w:b/>
          <w:bCs/>
          <w:u w:val="single"/>
          <w:lang w:val="en-GB"/>
        </w:rPr>
      </w:pPr>
      <w:r>
        <w:rPr>
          <w:b/>
          <w:bCs/>
          <w:sz w:val="28"/>
          <w:szCs w:val="28"/>
          <w:u w:val="single"/>
          <w:lang w:val="en-GB"/>
        </w:rPr>
        <w:t>Yahaan Vahaan –  Shaadi ke Side Effects</w:t>
      </w:r>
    </w:p>
    <w:p w:rsidR="001A1C17" w:rsidRDefault="001A1C17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Pritam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Swanand Kirkire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Farhan Akhtar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Kal Ko Bhoolo Na Kal Toh Beeta Re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Dimentica ieri perché è già passato.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Sooni Chaukhat Pe Hai Dekho Aaj Baitha Re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L’oggi siede solitario davanti alla desolata soglia di casa.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Kal Ko Bhoolo Na Kal Toh Beeta Re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Dimentica ieri perché è già passato.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Sooni Chaukhat Pe Hai Dekho Aaj Baitha Re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L’oggi siede solitario davanti alla desolata soglia di casa.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Yahaan Vahaan, Yahaan Vahaan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Qui e là.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Phirta Mein Jahaan Tahaan, Kahaan Kahaan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vago ovunque, nessuno sa dove.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Hui Jo Hai Khata Khata Khata Khata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errore che ho fatto...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Yaara Humein Maaf Kardo Na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…ti prego di perdonarlo.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Yahaan Vahaan, Yahaan Vahaan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Qui e là.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Phirta Mein Jahaan Tahaan, Kahaan Kahaan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vago ovunque, nessuno sa dove.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Hui Jo Hai Khata Khata Khata Khata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errore che ho fatto...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Yaara Humein Maaf Kardo Na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…ti prego di perdonarlo.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Kashti Hoon Main Woh Tanha Dhoonde Jo Sahil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una barca solitaria che cerca una riva.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Tere Dil Ka Woh Kona Hai Meri Manzil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mia destinazione è l’angolo del tuo cuore.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Kashti Hoon Main Woh Tanha Dhoonde Jo Sahil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una barca solitaria che cerca una riva.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Tere Dil Ka Woh Kona Hai Meri Manzil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mia destinazione è l’angolo del tuo cuore.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Maane Ki Tu Hai Na Badi Khafa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 che sei molto arrabbiata con me.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Main Bhi Zara Doon Yeh Tujhe Bata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Ma voglio dirti questo.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Tere Bin Din Guzar Jaaye, Shaam Dhal Jaaye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Senza di te il giorno diventa sera,...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Raat Beete Na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…ma io non posso trascorrere la notte.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Yahaan Vahaan, Yahaan Vahaan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Qui e là.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Phirta Mein Jahaan Tahaan, Kahaan Kahaan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vago ovunque, nessuno sa dove.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Hui Jo Hai Khata Khata Khata Khata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errore che ho fatto....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Yaara Humein Maaf Kardo Na…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…ti prego di perdonarlo.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Mujhko Itna Sukoon Hai Sach Main Kehta Hoon</w:t>
      </w:r>
    </w:p>
    <w:p w:rsidR="001A1C17" w:rsidRDefault="001A1C17">
      <w:pPr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 xml:space="preserve">  </w:t>
      </w: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 dire la verità, io sono in pace (perché)...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Gusse Mein Hi Sahi Tere Dil Mein Rehta Doon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…anche se sei arrabbiata con me, io sono ancora qui nel tuo cuore.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Mujhko Itna Sukoon Hai Sach Main Kehta Hoon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 dire la verità, io sono in pace (perché)...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Gusse Mein Hi Sahi Tere Dil Mein Rehta Doon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…anche se sei arrabbiata con me, io sono ancora qui nel tuo cuore.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Maangu Bas Main Toh Yahi Dua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prego solo per questo:...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Dard Ki De Mujhe Koi Dawa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…che qualcuno mi dia una medicina per il mio dolore.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Tere Bin Kaise Samjhaye, Chain Na Aaye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Come posso farti capire che senza te non trovo pace...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Dil Yeh Maane Na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…e che il mio cuore non mi ascolta?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Yahaan Vahaan, Yahaan Vahaan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Qui e là.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Phirta Mein Jahaan Tahaan, Kahaan Kahaan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vago ovunque, nessuno sa dove.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Hui Jo Hai Khata Khata Khata Khata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errore che ho fatto...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Yaara Humein Maaf Kardo Na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…ti prego di perdonarlo.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Yahaan Vahaan, Yahaan Vahaan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Qui e là.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Phirta Mein Jahaan Tahaan, Kahaan Kahaan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vago ovunque, nessuno sa dove.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Hui Jo Hai Khata Khata Khata Khata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errore che ho fatto....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Yaara Humein Maaf Kardo Na…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…ti prego di perdonarlo.</w:t>
      </w:r>
    </w:p>
    <w:p w:rsidR="001A1C17" w:rsidRDefault="001A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1A1C17" w:rsidRDefault="001A1C17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  <w:r>
        <w:rPr>
          <w:b/>
          <w:bCs/>
          <w:lang w:val="it-IT"/>
        </w:rPr>
        <w:br/>
        <w:t>(www.BollyNook.com)</w:t>
      </w:r>
    </w:p>
    <w:sectPr w:rsidR="001A1C17" w:rsidSect="001A1C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C17"/>
    <w:rsid w:val="001A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424</Words>
  <Characters>2422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45</cp:revision>
  <dcterms:created xsi:type="dcterms:W3CDTF">2013-02-11T00:57:00Z</dcterms:created>
  <dcterms:modified xsi:type="dcterms:W3CDTF">2020-04-23T19:46:00Z</dcterms:modified>
</cp:coreProperties>
</file>