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0F0" w:rsidRDefault="003360F0">
      <w:pPr>
        <w:pStyle w:val="Heading1"/>
      </w:pPr>
      <w:bookmarkStart w:id="0" w:name="_Toc49105561"/>
      <w:r>
        <w:t>Rani Hindustani</w:t>
      </w:r>
      <w:bookmarkEnd w:id="0"/>
      <w:r>
        <w:t xml:space="preserve"> – Shakuntala Devi</w:t>
      </w:r>
    </w:p>
    <w:p w:rsidR="003360F0" w:rsidRDefault="003360F0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- Italian Translation -</w:t>
      </w:r>
    </w:p>
    <w:p w:rsidR="003360F0" w:rsidRDefault="003360F0">
      <w:pPr>
        <w:spacing w:after="0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color w:val="000000"/>
          <w:sz w:val="15"/>
          <w:szCs w:val="15"/>
        </w:rPr>
        <w:t>Music: Sachin-Jigar</w:t>
      </w:r>
      <w:r>
        <w:rPr>
          <w:rFonts w:ascii="Verdana" w:hAnsi="Verdana" w:cs="Verdana"/>
          <w:color w:val="000000"/>
          <w:sz w:val="15"/>
          <w:szCs w:val="15"/>
        </w:rPr>
        <w:br/>
        <w:t xml:space="preserve">Lyrics: Vayu </w:t>
      </w:r>
    </w:p>
    <w:p w:rsidR="003360F0" w:rsidRDefault="003360F0">
      <w:pPr>
        <w:spacing w:after="0" w:line="240" w:lineRule="auto"/>
        <w:rPr>
          <w:rFonts w:ascii="Verdana" w:hAnsi="Verdana" w:cs="Verdana"/>
          <w:color w:val="000000"/>
          <w:sz w:val="15"/>
          <w:szCs w:val="15"/>
          <w:lang w:val="it-IT"/>
        </w:rPr>
      </w:pPr>
      <w:r>
        <w:rPr>
          <w:rFonts w:ascii="Verdana" w:hAnsi="Verdana" w:cs="Verdana"/>
          <w:color w:val="000000"/>
          <w:sz w:val="15"/>
          <w:szCs w:val="15"/>
          <w:lang w:val="it-IT"/>
        </w:rPr>
        <w:t>Singer: </w:t>
      </w:r>
      <w:r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  <w:t>Sunidhi Chauhan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color w:val="000000"/>
          <w:sz w:val="15"/>
          <w:szCs w:val="15"/>
          <w:lang w:val="it-IT"/>
        </w:rPr>
        <w:br/>
      </w:r>
      <w:r>
        <w:rPr>
          <w:color w:val="000000"/>
          <w:sz w:val="15"/>
          <w:szCs w:val="15"/>
          <w:lang w:val="it-IT"/>
        </w:rPr>
        <w:br/>
      </w:r>
      <w:r>
        <w:rPr>
          <w:rFonts w:ascii="Verdana" w:hAnsi="Verdana" w:cs="Verdana"/>
          <w:color w:val="FF0000"/>
          <w:sz w:val="16"/>
          <w:szCs w:val="16"/>
          <w:lang w:val="es-ES"/>
        </w:rPr>
        <w:t>Haan rang chadha ke titli ka</w:t>
      </w:r>
    </w:p>
    <w:p w:rsidR="003360F0" w:rsidRDefault="003360F0">
      <w:pPr>
        <w:spacing w:after="0" w:line="240" w:lineRule="auto"/>
        <w:rPr>
          <w:rFonts w:ascii="Verdana" w:hAnsi="Verdana" w:cs="Verdana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Oh! Indossando ali colorate di farfalla...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Paschim chali hai purwayi haan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…l’ovest è andato ad est.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Roop naye hai roshni ke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E' uno splendore tutto nuovo…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Rut hai jis mein nahayi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...che lava via questa primavera.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Oh dil pe lagale kala tika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Salva il cuore da sguardi malevoli…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Itni jo khushiya samayi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...(vista) tutta la gioia che ha accolto.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Khawbon ne boli angreji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Ora io sogno in inglese.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Zindagi ne li angdai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vita ha avuto un nuovo inizio.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le le le le,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La, la, la, la, la, la.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chali nayi kahani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Questa storia ha avuto una svolta.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Karti chali main manmaani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Faccio ciò che il cuore desidera.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England ki rani koyi bhi ho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d’Inghilterra è una qualunque.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Duniya ki rani hindustani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del mondo è indiana.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le le le le.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La, la, la, la, la, la.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chali nayi kahani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Questa storia ha avuto una svolta.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Karti chali main manmaani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Faccio ciò che il cuore desidera.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England ki rani koyi bhi ho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d’Inghilterra è una qualunque.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Duniya ki rani hindustani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del mondo è indiana.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le le le le Le.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es-ES"/>
        </w:rPr>
        <w:t>La, la, la, la, la, la.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 xml:space="preserve">How are you 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es-ES"/>
        </w:rPr>
        <w:t>‘Come sta?’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Jolly good. How about you?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‘Molto bene. E Lei?’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I'm a bit poorly.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‘Ho un leggero malessere.’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Oh blimey!Let me get you a cup of tea!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‘Perbacco! Permetta che Le offra una tazza di tè.’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Ah, that's so awfully kind of you!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Oh, è estremamente gentile da parte Sua!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le le le le.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La, la, la, la, la, la.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chali nayi kahani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Questa storia ha avuto una svolta.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Karti chali main man man manmaani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Faccio ciò che il cuore desidera.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England ki rani koyi bhi ho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d’Inghilterra è una qualunque.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Duniya ki rani hindustani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del mondo è indiana.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le le le le.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La, la, la, la, la, la.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chali nayi kahani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Questa storia ha avuto una svolta.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Karti chali main manmaani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Faccio ciò che il cuore desidera.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England ki rani koyi bhi ho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d’Inghilterra è una qualunque.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Duniya ki rani hindustani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 regina del mondo è indiana.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Le le le le le le.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000000"/>
          <w:sz w:val="16"/>
          <w:szCs w:val="16"/>
          <w:lang w:val="it-IT"/>
        </w:rPr>
      </w:pPr>
      <w:r>
        <w:rPr>
          <w:rFonts w:ascii="Verdana" w:hAnsi="Verdana" w:cs="Verdana"/>
          <w:color w:val="000000"/>
          <w:sz w:val="16"/>
          <w:szCs w:val="16"/>
          <w:lang w:val="it-IT"/>
        </w:rPr>
        <w:t>La, la, la, la, la, la.</w:t>
      </w:r>
    </w:p>
    <w:p w:rsidR="003360F0" w:rsidRDefault="003360F0">
      <w:pPr>
        <w:spacing w:after="0" w:line="240" w:lineRule="auto"/>
        <w:rPr>
          <w:rFonts w:ascii="Verdana" w:hAnsi="Verdana" w:cs="Verdana"/>
          <w:color w:val="000000"/>
          <w:sz w:val="16"/>
          <w:szCs w:val="16"/>
          <w:lang w:val="it-IT"/>
        </w:rPr>
      </w:pPr>
    </w:p>
    <w:p w:rsidR="003360F0" w:rsidRDefault="003360F0">
      <w:pPr>
        <w:rPr>
          <w:rFonts w:ascii="Verdana" w:hAnsi="Verdana" w:cs="Verdana"/>
          <w:b/>
          <w:bCs/>
          <w:sz w:val="16"/>
          <w:szCs w:val="16"/>
          <w:lang w:val="it-IT"/>
        </w:rPr>
      </w:pPr>
      <w:r>
        <w:rPr>
          <w:rFonts w:ascii="Verdana" w:hAnsi="Verdana" w:cs="Verdana"/>
          <w:b/>
          <w:bCs/>
          <w:sz w:val="16"/>
          <w:szCs w:val="16"/>
          <w:lang w:val="it-IT"/>
        </w:rPr>
        <w:t>Translation: Silvia Tronci</w:t>
      </w:r>
    </w:p>
    <w:p w:rsidR="003360F0" w:rsidRDefault="003360F0">
      <w:pPr>
        <w:rPr>
          <w:b/>
          <w:bCs/>
        </w:rPr>
      </w:pPr>
      <w:r>
        <w:rPr>
          <w:rFonts w:ascii="Verdana" w:hAnsi="Verdana" w:cs="Verdana"/>
          <w:b/>
          <w:bCs/>
          <w:sz w:val="16"/>
          <w:szCs w:val="16"/>
        </w:rPr>
        <w:t>(www.BollyNook.com)</w:t>
      </w:r>
    </w:p>
    <w:sectPr w:rsidR="003360F0" w:rsidSect="003360F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60F0"/>
    <w:rsid w:val="00336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color w:val="222222"/>
      <w:sz w:val="28"/>
      <w:szCs w:val="28"/>
      <w:u w:val="single"/>
      <w:shd w:val="clear" w:color="auto" w:fill="FFFFFF"/>
      <w:lang w:val="it-IT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character" w:customStyle="1" w:styleId="ilad">
    <w:name w:val="il_ad"/>
    <w:basedOn w:val="DefaultParagraphFont"/>
    <w:uiPriority w:val="99"/>
    <w:rPr>
      <w:rFonts w:ascii="Times New Roman" w:hAnsi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314</Words>
  <Characters>1791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Pal Ki Soch – Halla Bol</dc:title>
  <dc:subject/>
  <dc:creator>Jelena</dc:creator>
  <cp:keywords/>
  <dc:description/>
  <cp:lastModifiedBy>Silvia </cp:lastModifiedBy>
  <cp:revision>6</cp:revision>
  <dcterms:created xsi:type="dcterms:W3CDTF">2020-09-07T15:49:00Z</dcterms:created>
  <dcterms:modified xsi:type="dcterms:W3CDTF">2020-09-07T16:15:00Z</dcterms:modified>
</cp:coreProperties>
</file>