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F5" w:rsidRDefault="00755CF5">
      <w:pPr>
        <w:pStyle w:val="Heading1"/>
        <w:rPr>
          <w:lang w:val="en-GB"/>
        </w:rPr>
      </w:pPr>
      <w:r>
        <w:rPr>
          <w:lang w:val="en-GB"/>
        </w:rPr>
        <w:t>Paheli – Shakuntala Devi</w:t>
      </w:r>
    </w:p>
    <w:p w:rsidR="00755CF5" w:rsidRDefault="00755CF5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15"/>
          <w:szCs w:val="15"/>
        </w:rPr>
      </w:pPr>
      <w:r>
        <w:rPr>
          <w:rFonts w:ascii="Verdana" w:hAnsi="Verdana" w:cs="Verdana"/>
          <w:b/>
          <w:bCs/>
          <w:color w:val="000000"/>
          <w:sz w:val="15"/>
          <w:szCs w:val="15"/>
        </w:rPr>
        <w:t>- Italian Translation -</w:t>
      </w:r>
    </w:p>
    <w:p w:rsidR="00755CF5" w:rsidRDefault="00755CF5">
      <w:pPr>
        <w:spacing w:after="0" w:line="240" w:lineRule="auto"/>
        <w:rPr>
          <w:rFonts w:ascii="Verdana" w:hAnsi="Verdana" w:cs="Verdana"/>
          <w:color w:val="000000"/>
          <w:sz w:val="15"/>
          <w:szCs w:val="15"/>
        </w:rPr>
      </w:pPr>
      <w:r>
        <w:rPr>
          <w:rFonts w:ascii="Verdana" w:hAnsi="Verdana" w:cs="Verdana"/>
          <w:color w:val="000000"/>
          <w:sz w:val="15"/>
          <w:szCs w:val="15"/>
        </w:rPr>
        <w:t>Music: Sachin-Jigar</w:t>
      </w:r>
      <w:r>
        <w:rPr>
          <w:rFonts w:ascii="Verdana" w:hAnsi="Verdana" w:cs="Verdana"/>
          <w:color w:val="000000"/>
          <w:sz w:val="15"/>
          <w:szCs w:val="15"/>
        </w:rPr>
        <w:br/>
        <w:t xml:space="preserve">Lyrics: Priya Saraiya </w:t>
      </w:r>
    </w:p>
    <w:p w:rsidR="00755CF5" w:rsidRDefault="00755CF5">
      <w:pPr>
        <w:spacing w:after="0" w:line="240" w:lineRule="auto"/>
        <w:rPr>
          <w:rFonts w:ascii="Verdana" w:hAnsi="Verdana" w:cs="Verdana"/>
          <w:color w:val="000000"/>
          <w:sz w:val="15"/>
          <w:szCs w:val="15"/>
          <w:lang w:val="en-GB"/>
        </w:rPr>
      </w:pPr>
      <w:r>
        <w:rPr>
          <w:rFonts w:ascii="Verdana" w:hAnsi="Verdana" w:cs="Verdana"/>
          <w:color w:val="000000"/>
          <w:sz w:val="15"/>
          <w:szCs w:val="15"/>
          <w:lang w:val="en-GB"/>
        </w:rPr>
        <w:t>Singer: </w:t>
      </w:r>
      <w:r>
        <w:rPr>
          <w:rFonts w:ascii="Verdana" w:hAnsi="Verdana" w:cs="Verdana"/>
          <w:b/>
          <w:bCs/>
          <w:color w:val="000000"/>
          <w:sz w:val="15"/>
          <w:szCs w:val="15"/>
          <w:lang w:val="en-GB"/>
        </w:rPr>
        <w:t>Shreya Ghoshal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color w:val="000000"/>
          <w:sz w:val="15"/>
          <w:szCs w:val="15"/>
          <w:lang w:val="en-GB"/>
        </w:rPr>
        <w:br/>
      </w:r>
      <w:r>
        <w:rPr>
          <w:color w:val="000000"/>
          <w:sz w:val="15"/>
          <w:szCs w:val="15"/>
          <w:lang w:val="en-GB"/>
        </w:rPr>
        <w:br/>
      </w:r>
      <w:r>
        <w:rPr>
          <w:rFonts w:ascii="Verdana" w:hAnsi="Verdana" w:cs="Verdana"/>
          <w:color w:val="FF0000"/>
          <w:sz w:val="16"/>
          <w:szCs w:val="16"/>
          <w:lang w:val="es-ES"/>
        </w:rPr>
        <w:t>Tujhe Qaid Kar Loon Main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Lascia che ti catturi...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Apni Hansi Mein Aa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...proprio qui nel mio sorriso,...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Phir Tu Kahin Udd Jaaye Na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...affinché tu non voli via.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Mera Khilaona Tu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Sei il mio giocattolo preferito.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Rakh Loon Chhupa Ke Main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Lascia che ti tenga nascosta...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Tujhe Dhoondh Koi Paaye Na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...affinché nessuno ti trovi.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Teri Parchhaayi Tujhe Hi Toh Aayi Hoon Main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Come la tua ombra, io nasco da te.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Mujhse Tu Jyada Chaahein Kya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Cosa desideri più di me?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Tu Hai Koi Paheli Paheli Paheli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Sei come un enigma da risolvere.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Maa Bann Ja Na Tu Meri Tu Meri Tu Meri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Mamma, ti prego, diventa solo mia.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Tu Hai Koi Paheli Paheli Paheli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Sei come un enigma da risolvere.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Maa Bann Ja Na Tu Meri Tu Meri Tu Meri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Mamma, ti prego, diventa solo mia.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Ta Ra Ri Ra Ra Ru…</w:t>
      </w:r>
    </w:p>
    <w:p w:rsidR="00755CF5" w:rsidRDefault="00755CF5">
      <w:pPr>
        <w:spacing w:after="0" w:line="240" w:lineRule="auto"/>
        <w:rPr>
          <w:rFonts w:ascii="Verdana" w:hAnsi="Verdana" w:cs="Verdana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es-ES"/>
        </w:rPr>
        <w:t>Ta Ra Ri Ra Ra Ru…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Kabhi Laage Meethi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A volte sei solo mia.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Tu Kabhi Laage Teekhi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A volte sei una straniera sconosciuta.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Aayi Na Meri Samajh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Mi lasci così perplessa.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Kabhi Laage Meri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A volte sei solo mia.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Toh Kabhi Paraayi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A volte sei una straniera sconosciuta.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Jaaun Main Aise Uljh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Mi lasci così perplessa.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O Aisa Koi Pal Ho Duniya Ye Door Ho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Se solo per un attimo, potessi bandire questo mondo.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Chaahein Dil Mera Ki Tu Baithe Sirhaane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Tutto ciò che vuole il mio cuore è che tu ti sieda,....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Mere Baalon Ke Sehlaane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…mentre mi accarezzi i capelli…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Jab Tak Na Neend Aaye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…finché non mi addormento.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Tu Kahin Bhi Na Jaaye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Non andartene altrove.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Na Chhodna Akeli  Akeli Akeli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Non lasciarmi sola.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Maa Bann Ja Na Tu Meri Tu Meri Tu Meri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Mamma, ti prego, diventa solo mia.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Tu Hai Koi Paheli Paheli Paheli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Sei come un enigma da risolvere.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color w:val="FF0000"/>
          <w:sz w:val="16"/>
          <w:szCs w:val="16"/>
          <w:lang w:val="es-ES"/>
        </w:rPr>
        <w:t>Maa Bann Ja Na Tu Meri Tu Meri Tu Meri</w:t>
      </w:r>
    </w:p>
    <w:p w:rsidR="00755CF5" w:rsidRDefault="00755CF5">
      <w:pPr>
        <w:spacing w:after="0" w:line="240" w:lineRule="auto"/>
        <w:rPr>
          <w:rFonts w:ascii="Verdana" w:hAnsi="Verdana" w:cs="Verdana"/>
          <w:color w:val="FF0000"/>
          <w:sz w:val="16"/>
          <w:szCs w:val="16"/>
          <w:lang w:val="es-ES"/>
        </w:rPr>
      </w:pPr>
      <w:r>
        <w:rPr>
          <w:rFonts w:ascii="Verdana" w:hAnsi="Verdana" w:cs="Verdana"/>
          <w:sz w:val="16"/>
          <w:szCs w:val="16"/>
          <w:lang w:val="it-IT"/>
        </w:rPr>
        <w:t>Mamma, ti prego, diventa solo mia.</w:t>
      </w:r>
    </w:p>
    <w:p w:rsidR="00755CF5" w:rsidRDefault="00755CF5">
      <w:pPr>
        <w:spacing w:after="0" w:line="240" w:lineRule="auto"/>
        <w:rPr>
          <w:rFonts w:ascii="Verdana" w:hAnsi="Verdana" w:cs="Verdana"/>
          <w:color w:val="000000"/>
          <w:sz w:val="16"/>
          <w:szCs w:val="16"/>
          <w:lang w:val="it-IT"/>
        </w:rPr>
      </w:pPr>
    </w:p>
    <w:p w:rsidR="00755CF5" w:rsidRDefault="00755CF5">
      <w:pPr>
        <w:rPr>
          <w:rFonts w:ascii="Verdana" w:hAnsi="Verdana" w:cs="Verdana"/>
          <w:b/>
          <w:bCs/>
          <w:sz w:val="16"/>
          <w:szCs w:val="16"/>
          <w:lang w:val="it-IT"/>
        </w:rPr>
      </w:pPr>
      <w:r>
        <w:rPr>
          <w:rFonts w:ascii="Verdana" w:hAnsi="Verdana" w:cs="Verdana"/>
          <w:b/>
          <w:bCs/>
          <w:sz w:val="16"/>
          <w:szCs w:val="16"/>
          <w:lang w:val="it-IT"/>
        </w:rPr>
        <w:t>Translation: Silvia Tronci</w:t>
      </w:r>
    </w:p>
    <w:p w:rsidR="00755CF5" w:rsidRDefault="00755CF5">
      <w:pPr>
        <w:rPr>
          <w:b/>
          <w:bCs/>
        </w:rPr>
      </w:pPr>
      <w:r>
        <w:rPr>
          <w:rFonts w:ascii="Verdana" w:hAnsi="Verdana" w:cs="Verdana"/>
          <w:b/>
          <w:bCs/>
          <w:sz w:val="16"/>
          <w:szCs w:val="16"/>
        </w:rPr>
        <w:t>(www.BollyNook.com)</w:t>
      </w:r>
    </w:p>
    <w:sectPr w:rsidR="00755CF5" w:rsidSect="00755CF5">
      <w:pgSz w:w="12240" w:h="15840"/>
      <w:pgMar w:top="1438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5CF5"/>
    <w:rsid w:val="00755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Arial" w:hAnsi="Arial" w:cs="Arial"/>
      <w:b/>
      <w:bCs/>
      <w:color w:val="222222"/>
      <w:sz w:val="28"/>
      <w:szCs w:val="28"/>
      <w:u w:val="single"/>
      <w:shd w:val="clear" w:color="auto" w:fill="FFFFFF"/>
      <w:lang w:val="it-IT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character" w:customStyle="1" w:styleId="ilad">
    <w:name w:val="il_ad"/>
    <w:basedOn w:val="DefaultParagraphFont"/>
    <w:uiPriority w:val="99"/>
    <w:rPr>
      <w:rFonts w:ascii="Times New Roman" w:hAnsi="Times New Roman" w:cs="Times New Roman"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263</Words>
  <Characters>1504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Pal Ki Soch – Halla Bol</dc:title>
  <dc:subject/>
  <dc:creator>Jelena</dc:creator>
  <cp:keywords/>
  <dc:description/>
  <cp:lastModifiedBy>Silvia </cp:lastModifiedBy>
  <cp:revision>9</cp:revision>
  <dcterms:created xsi:type="dcterms:W3CDTF">2020-09-07T15:49:00Z</dcterms:created>
  <dcterms:modified xsi:type="dcterms:W3CDTF">2020-09-07T16:16:00Z</dcterms:modified>
</cp:coreProperties>
</file>