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AE" w:rsidRDefault="006D43AE">
      <w:pPr>
        <w:pStyle w:val="Heading1"/>
        <w:rPr>
          <w:lang w:val="de-DE"/>
        </w:rPr>
      </w:pPr>
      <w:r>
        <w:rPr>
          <w:lang w:val="de-DE"/>
        </w:rPr>
        <w:t xml:space="preserve">Mera Intezaar Karna – Khuda Haafiz </w:t>
      </w:r>
    </w:p>
    <w:p w:rsidR="006D43AE" w:rsidRDefault="006D43AE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15"/>
          <w:szCs w:val="15"/>
          <w:lang w:val="de-DE"/>
        </w:rPr>
      </w:pPr>
      <w:r>
        <w:rPr>
          <w:rFonts w:ascii="Verdana" w:hAnsi="Verdana" w:cs="Verdana"/>
          <w:b/>
          <w:bCs/>
          <w:color w:val="000000"/>
          <w:sz w:val="15"/>
          <w:szCs w:val="15"/>
          <w:lang w:val="de-DE"/>
        </w:rPr>
        <w:t>- Italian Translation -</w:t>
      </w:r>
    </w:p>
    <w:p w:rsidR="006D43AE" w:rsidRDefault="006D43AE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Music: Mithoon</w:t>
      </w:r>
      <w:r>
        <w:rPr>
          <w:rFonts w:ascii="Verdana" w:hAnsi="Verdana" w:cs="Verdana"/>
          <w:color w:val="000000"/>
          <w:sz w:val="15"/>
          <w:szCs w:val="15"/>
        </w:rPr>
        <w:br/>
        <w:t>Lyrics: Mithoon</w:t>
      </w:r>
      <w:r>
        <w:rPr>
          <w:rFonts w:ascii="Verdana" w:hAnsi="Verdana" w:cs="Verdana"/>
          <w:color w:val="000000"/>
          <w:sz w:val="15"/>
          <w:szCs w:val="15"/>
        </w:rPr>
        <w:br/>
        <w:t>Label: Zee Music Company</w:t>
      </w:r>
      <w:r>
        <w:rPr>
          <w:rFonts w:ascii="Verdana" w:hAnsi="Verdana" w:cs="Verdana"/>
          <w:color w:val="000000"/>
          <w:sz w:val="15"/>
          <w:szCs w:val="15"/>
        </w:rPr>
        <w:br/>
        <w:t>Singer: 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Armaan Malik</w:t>
      </w:r>
    </w:p>
    <w:p w:rsidR="006D43AE" w:rsidRDefault="006D43AE">
      <w:pPr>
        <w:spacing w:before="100" w:beforeAutospacing="1" w:after="100" w:afterAutospacing="1" w:line="240" w:lineRule="auto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  <w:bookmarkStart w:id="0" w:name="_GoBack"/>
      <w:bookmarkEnd w:id="0"/>
      <w:r>
        <w:rPr>
          <w:rFonts w:ascii="Verdana" w:hAnsi="Verdana" w:cs="Verdana"/>
          <w:color w:val="FF0000"/>
          <w:sz w:val="15"/>
          <w:szCs w:val="15"/>
          <w:lang w:val="it-IT"/>
        </w:rPr>
        <w:t>Phir Chandni Raatein Woh Aayengi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Le notti di chiaro di luna ritorneranno.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Se Milenge Hum Sanam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Ci incontreremo di nuovo, amor mio.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Roshni Khidki Se Aayegi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La luce del giorno risplenderà di nuovo dalle finestre.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Humpe Hoga Kuch Karam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Riceveremo di nuovo la grazia di Dio.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Waadon Se Hoke, Inn Khwabon Ko Bo Ke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Torneremo a realizzare le nostre promesse, a seminare questi sogni.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Yeh Rishta Nibhayenge Hum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Manterremo il nostro legame.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Barsega Saawan, Mehkega Wo Aangan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Pioverà di nuovo. Il nostro giardino rifiorirà.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Ke Aayega Mohabbat Ka Mausam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Arriverà la stagione dell’amore.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Subah Ko Jaga Ke, Tu Khud Ko SajaKe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 xml:space="preserve">Svegliati al mattino. 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Preparati.</w:t>
      </w:r>
      <w:r>
        <w:rPr>
          <w:rFonts w:ascii="Verdana" w:hAnsi="Verdana" w:cs="Verdana"/>
          <w:color w:val="000000"/>
          <w:sz w:val="15"/>
          <w:szCs w:val="15"/>
        </w:rPr>
        <w:br/>
      </w:r>
      <w:r>
        <w:rPr>
          <w:rFonts w:ascii="Verdana" w:hAnsi="Verdana" w:cs="Verdana"/>
          <w:color w:val="FF0000"/>
          <w:sz w:val="15"/>
          <w:szCs w:val="15"/>
        </w:rPr>
        <w:t>Mera Hi Deedar Karna...</w:t>
      </w:r>
      <w:r>
        <w:rPr>
          <w:rFonts w:ascii="Verdana" w:hAnsi="Verdana" w:cs="Verdana"/>
          <w:color w:val="000000"/>
          <w:sz w:val="15"/>
          <w:szCs w:val="15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E prenditi cura di 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 (x2)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Zara Aitbaar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Abbi fede in 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</w:rPr>
        <w:t>Aaa...</w:t>
      </w:r>
      <w:r>
        <w:rPr>
          <w:rFonts w:ascii="Verdana" w:hAnsi="Verdana" w:cs="Verdana"/>
          <w:color w:val="000000"/>
          <w:sz w:val="15"/>
          <w:szCs w:val="15"/>
        </w:rPr>
        <w:br/>
      </w:r>
      <w:r>
        <w:rPr>
          <w:rFonts w:ascii="Verdana" w:hAnsi="Verdana" w:cs="Verdana"/>
          <w:color w:val="000000"/>
          <w:sz w:val="15"/>
          <w:szCs w:val="15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Zindagi Khul Ke Lehraayegi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La vita sboccerà di nuovo.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Sang Chalenge Har Kadam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Cammineremo facendo insieme ogni passo.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Phir Aashiqui Aalam Mehkaaegi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L’amore profumerà l’atmosfera.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Honge Juda Na Hai Kasam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Non ci separeremo mai, lo prometto.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Ho Apna Basera Jo Mera Woh Tera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Avremo il nostro paradiso, tutto ciò che è mio sarà tuo.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Baatenge Ho Khushiyaan Ya Gham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Condivideremo egualmente felicità e tristezza.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Ek Beti Khuda De, Bas Teri Tarha De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Che Dio ci benedica con una figlia uguale a te.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Hum Usko Sehlaayenge Hardam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La vizierò tutto il tempo.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Subah Ko Jaga Ke, Tu Khud Ko SajaKe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Svegliati al mattino. Preparati.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Hi Deedar Karna...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E prenditi cura di 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 (x2)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Zara Aitbaar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Abbi fede in 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Woo... Aaa...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 (x2)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Zara Aitbaar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Abbi fede in me.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5"/>
          <w:szCs w:val="15"/>
          <w:lang w:val="it-IT"/>
        </w:rPr>
        <w:t>Mera Intezaar Karna</w:t>
      </w:r>
      <w:r>
        <w:rPr>
          <w:rFonts w:ascii="Verdana" w:hAnsi="Verdana" w:cs="Verdana"/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Aspettami.</w:t>
      </w:r>
    </w:p>
    <w:p w:rsidR="006D43AE" w:rsidRDefault="006D43AE">
      <w:pPr>
        <w:rPr>
          <w:rFonts w:ascii="Verdana" w:hAnsi="Verdana" w:cs="Verdana"/>
          <w:b/>
          <w:bCs/>
          <w:sz w:val="16"/>
          <w:szCs w:val="16"/>
          <w:lang w:val="it-IT"/>
        </w:rPr>
      </w:pPr>
    </w:p>
    <w:p w:rsidR="006D43AE" w:rsidRDefault="006D43AE">
      <w:pPr>
        <w:rPr>
          <w:rFonts w:ascii="Verdana" w:hAnsi="Verdana" w:cs="Verdana"/>
          <w:b/>
          <w:bCs/>
          <w:sz w:val="16"/>
          <w:szCs w:val="16"/>
          <w:lang w:val="it-IT"/>
        </w:rPr>
      </w:pPr>
      <w:r>
        <w:rPr>
          <w:rFonts w:ascii="Verdana" w:hAnsi="Verdana" w:cs="Verdana"/>
          <w:b/>
          <w:bCs/>
          <w:sz w:val="16"/>
          <w:szCs w:val="16"/>
          <w:lang w:val="it-IT"/>
        </w:rPr>
        <w:t>Translation: Silvia Tronci</w:t>
      </w:r>
    </w:p>
    <w:p w:rsidR="006D43AE" w:rsidRDefault="006D43AE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15"/>
          <w:szCs w:val="15"/>
          <w:lang w:val="it-IT"/>
        </w:rPr>
      </w:pPr>
      <w:r>
        <w:rPr>
          <w:rFonts w:ascii="Verdana" w:hAnsi="Verdana" w:cs="Verdana"/>
          <w:b/>
          <w:bCs/>
          <w:sz w:val="16"/>
          <w:szCs w:val="16"/>
          <w:lang w:val="it-IT"/>
        </w:rPr>
        <w:t>(www.BollyNook.com)</w:t>
      </w:r>
    </w:p>
    <w:p w:rsidR="006D43AE" w:rsidRDefault="006D43AE">
      <w:pPr>
        <w:rPr>
          <w:rFonts w:ascii="Times New Roman" w:hAnsi="Times New Roman" w:cs="Times New Roman"/>
          <w:lang w:val="it-IT"/>
        </w:rPr>
      </w:pPr>
    </w:p>
    <w:sectPr w:rsidR="006D43AE" w:rsidSect="006D43AE">
      <w:pgSz w:w="11906" w:h="16838"/>
      <w:pgMar w:top="1417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3AE"/>
    <w:rsid w:val="006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Calibri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after="200" w:line="276" w:lineRule="auto"/>
      <w:outlineLvl w:val="0"/>
    </w:pPr>
    <w:rPr>
      <w:rFonts w:ascii="Arial" w:hAnsi="Arial" w:cs="Arial"/>
      <w:b/>
      <w:bCs/>
      <w:color w:val="222222"/>
      <w:sz w:val="28"/>
      <w:szCs w:val="28"/>
      <w:u w:val="single"/>
      <w:shd w:val="clear" w:color="auto" w:fill="FFFFFF"/>
      <w:lang w:val="it-IT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3AE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270</Words>
  <Characters>1544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Silvia </cp:lastModifiedBy>
  <cp:revision>5</cp:revision>
  <dcterms:created xsi:type="dcterms:W3CDTF">2020-08-16T18:03:00Z</dcterms:created>
  <dcterms:modified xsi:type="dcterms:W3CDTF">2023-04-03T17:27:00Z</dcterms:modified>
</cp:coreProperties>
</file>